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1F8A92"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A7F636E" w14:textId="77777777" w:rsidTr="00146EEC">
        <w:tc>
          <w:tcPr>
            <w:tcW w:w="2689" w:type="dxa"/>
          </w:tcPr>
          <w:p w14:paraId="3D13C0DB" w14:textId="77777777" w:rsidR="00F1480E" w:rsidRPr="005404CB" w:rsidRDefault="00830267" w:rsidP="005404CB">
            <w:pPr>
              <w:pStyle w:val="SIText-Bold"/>
            </w:pPr>
            <w:r w:rsidRPr="00A326C2">
              <w:t>Release</w:t>
            </w:r>
          </w:p>
        </w:tc>
        <w:tc>
          <w:tcPr>
            <w:tcW w:w="6939" w:type="dxa"/>
          </w:tcPr>
          <w:p w14:paraId="39DA65C7" w14:textId="77777777" w:rsidR="00F1480E" w:rsidRPr="005404CB" w:rsidRDefault="00830267" w:rsidP="005404CB">
            <w:pPr>
              <w:pStyle w:val="SIText-Bold"/>
            </w:pPr>
            <w:r w:rsidRPr="00A326C2">
              <w:t>Comments</w:t>
            </w:r>
          </w:p>
        </w:tc>
      </w:tr>
      <w:tr w:rsidR="00F1480E" w14:paraId="7B7CEE4B" w14:textId="77777777" w:rsidTr="00146EEC">
        <w:tc>
          <w:tcPr>
            <w:tcW w:w="2689" w:type="dxa"/>
          </w:tcPr>
          <w:p w14:paraId="54162829" w14:textId="040E00E2" w:rsidR="00F1480E" w:rsidRPr="005404CB" w:rsidRDefault="00F1480E" w:rsidP="005404CB">
            <w:pPr>
              <w:pStyle w:val="SIText"/>
            </w:pPr>
            <w:r w:rsidRPr="00CC451E">
              <w:t>Release</w:t>
            </w:r>
            <w:r w:rsidR="00337E82" w:rsidRPr="005404CB">
              <w:t xml:space="preserve"> 1</w:t>
            </w:r>
          </w:p>
        </w:tc>
        <w:tc>
          <w:tcPr>
            <w:tcW w:w="6939" w:type="dxa"/>
          </w:tcPr>
          <w:p w14:paraId="710F8562" w14:textId="46AB42A1" w:rsidR="00F1480E" w:rsidRPr="005404CB" w:rsidRDefault="0051381D" w:rsidP="005E3CB1">
            <w:pPr>
              <w:pStyle w:val="SIText"/>
            </w:pPr>
            <w:r w:rsidRPr="0051381D">
              <w:t xml:space="preserve">This version released with AMP Australian Meat Processing Training Package Version </w:t>
            </w:r>
            <w:r w:rsidR="00CA4847">
              <w:t>8</w:t>
            </w:r>
            <w:r w:rsidRPr="0051381D">
              <w:t>.0.</w:t>
            </w:r>
          </w:p>
        </w:tc>
      </w:tr>
    </w:tbl>
    <w:p w14:paraId="02CEB07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68B8DA2" w14:textId="77777777" w:rsidTr="00CA2922">
        <w:trPr>
          <w:tblHeader/>
        </w:trPr>
        <w:tc>
          <w:tcPr>
            <w:tcW w:w="1396" w:type="pct"/>
            <w:shd w:val="clear" w:color="auto" w:fill="auto"/>
          </w:tcPr>
          <w:p w14:paraId="4E5419B2" w14:textId="31FEA130" w:rsidR="00F1480E" w:rsidRPr="008515A9" w:rsidRDefault="009B4858" w:rsidP="004D6FE7">
            <w:pPr>
              <w:pStyle w:val="SIUNITCODE"/>
              <w:rPr>
                <w:rStyle w:val="SITemporaryText-green"/>
                <w:color w:val="auto"/>
              </w:rPr>
            </w:pPr>
            <w:r w:rsidRPr="008515A9">
              <w:rPr>
                <w:rStyle w:val="SITemporaryText-green"/>
                <w:color w:val="auto"/>
              </w:rPr>
              <w:t>AMPMGT8</w:t>
            </w:r>
            <w:r w:rsidR="00316DB5" w:rsidRPr="008515A9">
              <w:rPr>
                <w:rStyle w:val="SITemporaryText-green"/>
                <w:color w:val="auto"/>
              </w:rPr>
              <w:t>X</w:t>
            </w:r>
            <w:r w:rsidRPr="008515A9">
              <w:rPr>
                <w:rStyle w:val="SITemporaryText-green"/>
                <w:color w:val="auto"/>
              </w:rPr>
              <w:t>13</w:t>
            </w:r>
          </w:p>
        </w:tc>
        <w:tc>
          <w:tcPr>
            <w:tcW w:w="3604" w:type="pct"/>
            <w:shd w:val="clear" w:color="auto" w:fill="auto"/>
          </w:tcPr>
          <w:p w14:paraId="0B6AAD6B" w14:textId="52662EA5" w:rsidR="00F1480E" w:rsidRPr="005404CB" w:rsidRDefault="00B20737" w:rsidP="005404CB">
            <w:pPr>
              <w:pStyle w:val="SIUnittitle"/>
            </w:pPr>
            <w:r w:rsidRPr="00B20737">
              <w:t>Undertake research project</w:t>
            </w:r>
          </w:p>
        </w:tc>
      </w:tr>
      <w:tr w:rsidR="00F1480E" w:rsidRPr="00963A46" w14:paraId="3D75C78B" w14:textId="77777777" w:rsidTr="00CA2922">
        <w:tc>
          <w:tcPr>
            <w:tcW w:w="1396" w:type="pct"/>
            <w:shd w:val="clear" w:color="auto" w:fill="auto"/>
          </w:tcPr>
          <w:p w14:paraId="02C53654" w14:textId="77777777" w:rsidR="00F1480E" w:rsidRPr="005404CB" w:rsidRDefault="00FD557D" w:rsidP="005404CB">
            <w:pPr>
              <w:pStyle w:val="SIHeading2"/>
            </w:pPr>
            <w:r w:rsidRPr="00FD557D">
              <w:t>Application</w:t>
            </w:r>
          </w:p>
          <w:p w14:paraId="62C1EA03" w14:textId="77777777" w:rsidR="00FD557D" w:rsidRPr="00923720" w:rsidRDefault="00FD557D" w:rsidP="005404CB">
            <w:pPr>
              <w:pStyle w:val="SIHeading2"/>
            </w:pPr>
          </w:p>
        </w:tc>
        <w:tc>
          <w:tcPr>
            <w:tcW w:w="3604" w:type="pct"/>
            <w:shd w:val="clear" w:color="auto" w:fill="auto"/>
          </w:tcPr>
          <w:p w14:paraId="7D33F90C" w14:textId="4356900D" w:rsidR="00A667F7" w:rsidRDefault="00A667F7" w:rsidP="00A667F7">
            <w:pPr>
              <w:pStyle w:val="SIText"/>
            </w:pPr>
            <w:r w:rsidRPr="00A667F7">
              <w:t>This unit describes the skills and knowledge required to undertake independent study as a research project directed towards an agribusiness issue or problem, including a literature review. The project outcomes must be designed to influence strategic practices and outcomes within an industry context. Some topics will require knowledge of experimental design, survey techniques and statistical analysis of results.</w:t>
            </w:r>
          </w:p>
          <w:p w14:paraId="2C8E58EE" w14:textId="77777777" w:rsidR="00A667F7" w:rsidRPr="00A667F7" w:rsidRDefault="00A667F7" w:rsidP="00A667F7">
            <w:pPr>
              <w:pStyle w:val="SIText"/>
            </w:pPr>
          </w:p>
          <w:p w14:paraId="4DE62AB5" w14:textId="6BF65B41" w:rsidR="00A667F7" w:rsidRDefault="00A667F7" w:rsidP="00A667F7">
            <w:pPr>
              <w:pStyle w:val="SIText"/>
            </w:pPr>
            <w:r w:rsidRPr="00A667F7">
              <w:t>This unit applies to leaders or managers using applied research methodologies to address an industry or sectorial issue.</w:t>
            </w:r>
          </w:p>
          <w:p w14:paraId="6517C0AD" w14:textId="77777777" w:rsidR="00A667F7" w:rsidRPr="00A667F7" w:rsidRDefault="00A667F7" w:rsidP="00A667F7">
            <w:pPr>
              <w:pStyle w:val="SIText"/>
            </w:pPr>
          </w:p>
          <w:p w14:paraId="12014A95" w14:textId="2480C326" w:rsidR="00A667F7" w:rsidRDefault="00A667F7" w:rsidP="00A667F7">
            <w:pPr>
              <w:pStyle w:val="SIText"/>
            </w:pPr>
            <w:r w:rsidRPr="00A667F7">
              <w:t>The focus of this unit is on using research to better understand industry opportunities and threats in order to gain improved industry performance.</w:t>
            </w:r>
          </w:p>
          <w:p w14:paraId="641D878E" w14:textId="77777777" w:rsidR="00A667F7" w:rsidRPr="00A667F7" w:rsidRDefault="00A667F7" w:rsidP="00A667F7">
            <w:pPr>
              <w:pStyle w:val="SIText"/>
            </w:pPr>
          </w:p>
          <w:p w14:paraId="7D8F72AF" w14:textId="77777777" w:rsidR="00CA4847" w:rsidRPr="00CA4847" w:rsidRDefault="00CA4847" w:rsidP="00CA4847">
            <w:pPr>
              <w:pStyle w:val="SIText"/>
            </w:pPr>
            <w:r w:rsidRPr="00D57984">
              <w:t>All work must be carried out to comply with workplace procedures, in accordance with state/territory health and safety</w:t>
            </w:r>
            <w:r w:rsidRPr="00CA4847">
              <w:t xml:space="preserve"> regulations, legislation and standards that apply to the workplace.</w:t>
            </w:r>
          </w:p>
          <w:p w14:paraId="032FACC6" w14:textId="77777777" w:rsidR="00CA4847" w:rsidRDefault="00CA4847" w:rsidP="00CA4847">
            <w:pPr>
              <w:pStyle w:val="SIText"/>
            </w:pPr>
          </w:p>
          <w:p w14:paraId="077C0FC6" w14:textId="12ED8BDF" w:rsidR="00373436" w:rsidRPr="000754EC" w:rsidRDefault="00CA4847" w:rsidP="008A6E1A">
            <w:pPr>
              <w:pStyle w:val="SIText"/>
            </w:pPr>
            <w:r w:rsidRPr="00D57984">
              <w:t>No licensing, legislative or certification requirements apply to this unit at the time of publication.</w:t>
            </w:r>
          </w:p>
        </w:tc>
      </w:tr>
      <w:tr w:rsidR="00F1480E" w:rsidRPr="00963A46" w14:paraId="035A2A3C" w14:textId="77777777" w:rsidTr="00CA2922">
        <w:tc>
          <w:tcPr>
            <w:tcW w:w="1396" w:type="pct"/>
            <w:shd w:val="clear" w:color="auto" w:fill="auto"/>
          </w:tcPr>
          <w:p w14:paraId="6A74E434" w14:textId="77777777" w:rsidR="00F1480E" w:rsidRPr="005404CB" w:rsidRDefault="00FD557D" w:rsidP="005404CB">
            <w:pPr>
              <w:pStyle w:val="SIHeading2"/>
            </w:pPr>
            <w:r w:rsidRPr="00923720">
              <w:t>Prerequisite Unit</w:t>
            </w:r>
          </w:p>
        </w:tc>
        <w:tc>
          <w:tcPr>
            <w:tcW w:w="3604" w:type="pct"/>
            <w:shd w:val="clear" w:color="auto" w:fill="auto"/>
          </w:tcPr>
          <w:p w14:paraId="21638E63" w14:textId="5C28D6C6" w:rsidR="00F1480E" w:rsidRPr="005404CB" w:rsidRDefault="00F1480E" w:rsidP="005404CB">
            <w:pPr>
              <w:pStyle w:val="SIText"/>
            </w:pPr>
            <w:r w:rsidRPr="008908DE">
              <w:t>Ni</w:t>
            </w:r>
            <w:r w:rsidR="007A300D" w:rsidRPr="005404CB">
              <w:t>l</w:t>
            </w:r>
          </w:p>
        </w:tc>
      </w:tr>
      <w:tr w:rsidR="00F1480E" w:rsidRPr="00963A46" w14:paraId="60903E01" w14:textId="77777777" w:rsidTr="00CA2922">
        <w:tc>
          <w:tcPr>
            <w:tcW w:w="1396" w:type="pct"/>
            <w:shd w:val="clear" w:color="auto" w:fill="auto"/>
          </w:tcPr>
          <w:p w14:paraId="3512F11A" w14:textId="77777777" w:rsidR="00F1480E" w:rsidRPr="005404CB" w:rsidRDefault="00FD557D" w:rsidP="005404CB">
            <w:pPr>
              <w:pStyle w:val="SIHeading2"/>
            </w:pPr>
            <w:r w:rsidRPr="00923720">
              <w:t>Unit Sector</w:t>
            </w:r>
          </w:p>
        </w:tc>
        <w:tc>
          <w:tcPr>
            <w:tcW w:w="3604" w:type="pct"/>
            <w:shd w:val="clear" w:color="auto" w:fill="auto"/>
          </w:tcPr>
          <w:p w14:paraId="32B839DA" w14:textId="4AB0141F" w:rsidR="00F1480E" w:rsidRPr="005404CB" w:rsidRDefault="00CA4847" w:rsidP="005404CB">
            <w:pPr>
              <w:pStyle w:val="SIText"/>
            </w:pPr>
            <w:r>
              <w:t>Management</w:t>
            </w:r>
            <w:r w:rsidRPr="00CA4847">
              <w:t xml:space="preserve"> (MGT)</w:t>
            </w:r>
          </w:p>
        </w:tc>
      </w:tr>
    </w:tbl>
    <w:p w14:paraId="18A7961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A59E5AD" w14:textId="77777777" w:rsidTr="00CA2922">
        <w:trPr>
          <w:cantSplit/>
          <w:tblHeader/>
        </w:trPr>
        <w:tc>
          <w:tcPr>
            <w:tcW w:w="1396" w:type="pct"/>
            <w:tcBorders>
              <w:bottom w:val="single" w:sz="4" w:space="0" w:color="C0C0C0"/>
            </w:tcBorders>
            <w:shd w:val="clear" w:color="auto" w:fill="auto"/>
          </w:tcPr>
          <w:p w14:paraId="7035AF25" w14:textId="77777777" w:rsidR="00F1480E" w:rsidRPr="005404CB" w:rsidRDefault="00FD557D" w:rsidP="005404CB">
            <w:pPr>
              <w:pStyle w:val="SIHeading2"/>
            </w:pPr>
            <w:r w:rsidRPr="00923720">
              <w:t>E</w:t>
            </w:r>
            <w:r w:rsidRPr="005404CB">
              <w:t>lements</w:t>
            </w:r>
          </w:p>
        </w:tc>
        <w:tc>
          <w:tcPr>
            <w:tcW w:w="3604" w:type="pct"/>
            <w:tcBorders>
              <w:bottom w:val="single" w:sz="4" w:space="0" w:color="C0C0C0"/>
            </w:tcBorders>
            <w:shd w:val="clear" w:color="auto" w:fill="auto"/>
          </w:tcPr>
          <w:p w14:paraId="568D0086" w14:textId="77777777" w:rsidR="00F1480E" w:rsidRPr="005404CB" w:rsidRDefault="00FD557D" w:rsidP="005404CB">
            <w:pPr>
              <w:pStyle w:val="SIHeading2"/>
            </w:pPr>
            <w:r w:rsidRPr="00923720">
              <w:t>Performance Criteria</w:t>
            </w:r>
          </w:p>
        </w:tc>
      </w:tr>
      <w:tr w:rsidR="00F1480E" w:rsidRPr="00963A46" w14:paraId="4AB8D445" w14:textId="77777777" w:rsidTr="00CA2922">
        <w:trPr>
          <w:cantSplit/>
          <w:tblHeader/>
        </w:trPr>
        <w:tc>
          <w:tcPr>
            <w:tcW w:w="1396" w:type="pct"/>
            <w:tcBorders>
              <w:top w:val="single" w:sz="4" w:space="0" w:color="C0C0C0"/>
            </w:tcBorders>
            <w:shd w:val="clear" w:color="auto" w:fill="auto"/>
          </w:tcPr>
          <w:p w14:paraId="65CD053F" w14:textId="77777777" w:rsidR="00F1480E" w:rsidRPr="005404CB" w:rsidRDefault="00F1480E" w:rsidP="005404CB">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054F3535" w14:textId="77777777" w:rsidR="00F1480E" w:rsidRPr="005404CB" w:rsidRDefault="00F1480E" w:rsidP="005404CB">
            <w:pPr>
              <w:pStyle w:val="SIText"/>
              <w:rPr>
                <w:rStyle w:val="SIText-Italic"/>
              </w:rPr>
            </w:pPr>
            <w:r w:rsidRPr="008908DE">
              <w:rPr>
                <w:rStyle w:val="SIText-Italic"/>
              </w:rPr>
              <w:t xml:space="preserve">Performance criteria describe the performance needed to </w:t>
            </w:r>
            <w:r w:rsidRPr="005404CB">
              <w:rPr>
                <w:rStyle w:val="SIText-Italic"/>
              </w:rPr>
              <w:t>demonstrate achievement of the element.</w:t>
            </w:r>
          </w:p>
        </w:tc>
      </w:tr>
      <w:tr w:rsidR="001E710D" w:rsidRPr="00963A46" w14:paraId="093B57AB" w14:textId="77777777" w:rsidTr="00CA2922">
        <w:trPr>
          <w:cantSplit/>
        </w:trPr>
        <w:tc>
          <w:tcPr>
            <w:tcW w:w="1396" w:type="pct"/>
            <w:shd w:val="clear" w:color="auto" w:fill="auto"/>
          </w:tcPr>
          <w:p w14:paraId="2FB446BD" w14:textId="1AFBCF25" w:rsidR="001E710D" w:rsidRPr="001E710D" w:rsidRDefault="001E710D" w:rsidP="001E710D">
            <w:pPr>
              <w:pStyle w:val="SIText"/>
            </w:pPr>
            <w:r w:rsidRPr="001E710D">
              <w:t>1. Define topic</w:t>
            </w:r>
          </w:p>
        </w:tc>
        <w:tc>
          <w:tcPr>
            <w:tcW w:w="3604" w:type="pct"/>
            <w:shd w:val="clear" w:color="auto" w:fill="auto"/>
          </w:tcPr>
          <w:p w14:paraId="49467C7B" w14:textId="77777777" w:rsidR="001E710D" w:rsidRPr="001E710D" w:rsidRDefault="001E710D" w:rsidP="001E710D">
            <w:pPr>
              <w:pStyle w:val="SIText"/>
            </w:pPr>
            <w:r w:rsidRPr="001E710D">
              <w:t>1.1 Identify and scope research issue</w:t>
            </w:r>
          </w:p>
          <w:p w14:paraId="302263CF" w14:textId="77777777" w:rsidR="001E710D" w:rsidRPr="001E710D" w:rsidRDefault="001E710D" w:rsidP="001E710D">
            <w:pPr>
              <w:pStyle w:val="SIText"/>
            </w:pPr>
            <w:r w:rsidRPr="001E710D">
              <w:t>1.2 Develop and refine research questions</w:t>
            </w:r>
          </w:p>
          <w:p w14:paraId="325BCFF8" w14:textId="77777777" w:rsidR="001E710D" w:rsidRPr="001E710D" w:rsidRDefault="001E710D" w:rsidP="001E710D">
            <w:pPr>
              <w:pStyle w:val="SIText"/>
            </w:pPr>
            <w:r w:rsidRPr="001E710D">
              <w:t>1.3 Identify research methodologies</w:t>
            </w:r>
          </w:p>
          <w:p w14:paraId="0ACD8386" w14:textId="074639C9" w:rsidR="001E710D" w:rsidRPr="001E710D" w:rsidRDefault="001E710D" w:rsidP="001E710D">
            <w:pPr>
              <w:pStyle w:val="SIText"/>
            </w:pPr>
            <w:r w:rsidRPr="001E710D">
              <w:t>1.4 Develop hypotheses</w:t>
            </w:r>
          </w:p>
        </w:tc>
      </w:tr>
      <w:tr w:rsidR="001E710D" w:rsidRPr="00963A46" w14:paraId="10724A78" w14:textId="77777777" w:rsidTr="00CA2922">
        <w:trPr>
          <w:cantSplit/>
        </w:trPr>
        <w:tc>
          <w:tcPr>
            <w:tcW w:w="1396" w:type="pct"/>
            <w:shd w:val="clear" w:color="auto" w:fill="auto"/>
          </w:tcPr>
          <w:p w14:paraId="449EE023" w14:textId="6848D95F" w:rsidR="001E710D" w:rsidRPr="001E710D" w:rsidRDefault="001E710D" w:rsidP="001E710D">
            <w:pPr>
              <w:pStyle w:val="SIText"/>
            </w:pPr>
            <w:r w:rsidRPr="001E710D">
              <w:t>2. Undertake literature review</w:t>
            </w:r>
          </w:p>
        </w:tc>
        <w:tc>
          <w:tcPr>
            <w:tcW w:w="3604" w:type="pct"/>
            <w:shd w:val="clear" w:color="auto" w:fill="auto"/>
          </w:tcPr>
          <w:p w14:paraId="0A0148D8" w14:textId="77777777" w:rsidR="001E710D" w:rsidRPr="001E710D" w:rsidRDefault="001E710D" w:rsidP="001E710D">
            <w:pPr>
              <w:pStyle w:val="SIText"/>
            </w:pPr>
            <w:r w:rsidRPr="001E710D">
              <w:t>2.1 Identify suitable sources of literature</w:t>
            </w:r>
          </w:p>
          <w:p w14:paraId="6E5442B5" w14:textId="77777777" w:rsidR="001E710D" w:rsidRPr="001E710D" w:rsidRDefault="001E710D" w:rsidP="001E710D">
            <w:pPr>
              <w:pStyle w:val="SIText"/>
            </w:pPr>
            <w:r w:rsidRPr="001E710D">
              <w:t>2.2 Analyse and present literature outcomes</w:t>
            </w:r>
          </w:p>
          <w:p w14:paraId="2F41F575" w14:textId="31901B75" w:rsidR="001E710D" w:rsidRPr="001E710D" w:rsidRDefault="001E710D" w:rsidP="001E710D">
            <w:pPr>
              <w:pStyle w:val="SIText"/>
            </w:pPr>
            <w:r w:rsidRPr="001E710D">
              <w:t>2.3 Refine research questions and strategy in light of literature review findings</w:t>
            </w:r>
          </w:p>
        </w:tc>
      </w:tr>
      <w:tr w:rsidR="001E710D" w:rsidRPr="00963A46" w14:paraId="1167C88A" w14:textId="77777777" w:rsidTr="00CA2922">
        <w:trPr>
          <w:cantSplit/>
        </w:trPr>
        <w:tc>
          <w:tcPr>
            <w:tcW w:w="1396" w:type="pct"/>
            <w:shd w:val="clear" w:color="auto" w:fill="auto"/>
          </w:tcPr>
          <w:p w14:paraId="0B9FA395" w14:textId="6770F4EB" w:rsidR="001E710D" w:rsidRPr="001E710D" w:rsidRDefault="001E710D" w:rsidP="001E710D">
            <w:pPr>
              <w:pStyle w:val="SIText"/>
            </w:pPr>
            <w:r w:rsidRPr="001E710D">
              <w:t>3. Undertake research</w:t>
            </w:r>
          </w:p>
        </w:tc>
        <w:tc>
          <w:tcPr>
            <w:tcW w:w="3604" w:type="pct"/>
            <w:shd w:val="clear" w:color="auto" w:fill="auto"/>
          </w:tcPr>
          <w:p w14:paraId="4A6841C4" w14:textId="77777777" w:rsidR="001E710D" w:rsidRPr="001E710D" w:rsidRDefault="001E710D" w:rsidP="001E710D">
            <w:pPr>
              <w:pStyle w:val="SIText"/>
            </w:pPr>
            <w:r w:rsidRPr="001E710D">
              <w:t>3.1 Develop and validate research instruments</w:t>
            </w:r>
          </w:p>
          <w:p w14:paraId="1CAFC69C" w14:textId="77777777" w:rsidR="001E710D" w:rsidRPr="001E710D" w:rsidRDefault="001E710D" w:rsidP="001E710D">
            <w:pPr>
              <w:pStyle w:val="SIText"/>
            </w:pPr>
            <w:r w:rsidRPr="001E710D">
              <w:t>3.2 Identify and address ethical and confidentiality requirements</w:t>
            </w:r>
          </w:p>
          <w:p w14:paraId="1E631050" w14:textId="77777777" w:rsidR="001E710D" w:rsidRPr="001E710D" w:rsidRDefault="001E710D" w:rsidP="001E710D">
            <w:pPr>
              <w:pStyle w:val="SIText"/>
            </w:pPr>
            <w:r w:rsidRPr="001E710D">
              <w:t>3.3 Identify environmental sustainability issues associated with the research</w:t>
            </w:r>
          </w:p>
          <w:p w14:paraId="59758508" w14:textId="77777777" w:rsidR="001E710D" w:rsidRPr="001E710D" w:rsidRDefault="001E710D" w:rsidP="001E710D">
            <w:pPr>
              <w:pStyle w:val="SIText"/>
            </w:pPr>
            <w:r w:rsidRPr="001E710D">
              <w:t>3.4 Undertake research</w:t>
            </w:r>
          </w:p>
          <w:p w14:paraId="52188309" w14:textId="0C7D780C" w:rsidR="001E710D" w:rsidRPr="001E710D" w:rsidRDefault="001E710D" w:rsidP="001E710D">
            <w:pPr>
              <w:pStyle w:val="SIText"/>
            </w:pPr>
            <w:r w:rsidRPr="001E710D">
              <w:t>3.5 Record findings</w:t>
            </w:r>
          </w:p>
        </w:tc>
      </w:tr>
      <w:tr w:rsidR="001E710D" w:rsidRPr="00963A46" w14:paraId="18FCF22D" w14:textId="77777777" w:rsidTr="00CA2922">
        <w:trPr>
          <w:cantSplit/>
        </w:trPr>
        <w:tc>
          <w:tcPr>
            <w:tcW w:w="1396" w:type="pct"/>
            <w:shd w:val="clear" w:color="auto" w:fill="auto"/>
          </w:tcPr>
          <w:p w14:paraId="7BCE16DD" w14:textId="44732CAA" w:rsidR="001E710D" w:rsidRPr="001E710D" w:rsidRDefault="001E710D" w:rsidP="001E710D">
            <w:pPr>
              <w:pStyle w:val="SIText"/>
            </w:pPr>
            <w:r w:rsidRPr="001E710D">
              <w:t>4. Present findings</w:t>
            </w:r>
          </w:p>
        </w:tc>
        <w:tc>
          <w:tcPr>
            <w:tcW w:w="3604" w:type="pct"/>
            <w:shd w:val="clear" w:color="auto" w:fill="auto"/>
          </w:tcPr>
          <w:p w14:paraId="11855A77" w14:textId="77777777" w:rsidR="001E710D" w:rsidRPr="001E710D" w:rsidRDefault="001E710D" w:rsidP="001E710D">
            <w:pPr>
              <w:pStyle w:val="SIText"/>
            </w:pPr>
            <w:r w:rsidRPr="001E710D">
              <w:t>4.1 Analyse research outcomes</w:t>
            </w:r>
          </w:p>
          <w:p w14:paraId="43EC3F80" w14:textId="77777777" w:rsidR="001E710D" w:rsidRPr="001E710D" w:rsidRDefault="001E710D" w:rsidP="001E710D">
            <w:pPr>
              <w:pStyle w:val="SIText"/>
            </w:pPr>
            <w:r w:rsidRPr="001E710D">
              <w:t>4.2 Review and analyse research methodology</w:t>
            </w:r>
          </w:p>
          <w:p w14:paraId="594CFB26" w14:textId="77777777" w:rsidR="001E710D" w:rsidRPr="001E710D" w:rsidRDefault="001E710D" w:rsidP="001E710D">
            <w:pPr>
              <w:pStyle w:val="SIText"/>
            </w:pPr>
            <w:r w:rsidRPr="001E710D">
              <w:t>4.3 Develop recommendations</w:t>
            </w:r>
          </w:p>
          <w:p w14:paraId="794BBEFD" w14:textId="77777777" w:rsidR="001E710D" w:rsidRPr="001E710D" w:rsidRDefault="001E710D" w:rsidP="001E710D">
            <w:pPr>
              <w:pStyle w:val="SIText"/>
            </w:pPr>
            <w:r w:rsidRPr="001E710D">
              <w:t>4.4 Prepare and present research report</w:t>
            </w:r>
          </w:p>
          <w:p w14:paraId="2C502089" w14:textId="69EAD61C" w:rsidR="001E710D" w:rsidRPr="001E710D" w:rsidRDefault="001E710D" w:rsidP="001E710D">
            <w:pPr>
              <w:pStyle w:val="SIText"/>
            </w:pPr>
            <w:r w:rsidRPr="001E710D">
              <w:t>4.5 Present report for peer review</w:t>
            </w:r>
          </w:p>
        </w:tc>
      </w:tr>
    </w:tbl>
    <w:p w14:paraId="5585088F" w14:textId="77777777" w:rsidR="005F771F" w:rsidRDefault="005F771F" w:rsidP="005F771F">
      <w:pPr>
        <w:pStyle w:val="SIText"/>
      </w:pPr>
    </w:p>
    <w:p w14:paraId="6BA63927" w14:textId="77777777" w:rsidR="005F771F" w:rsidRPr="000754EC" w:rsidRDefault="005F771F" w:rsidP="000754EC">
      <w:r>
        <w:br w:type="page"/>
      </w:r>
    </w:p>
    <w:p w14:paraId="62EB79E3"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94B2BC7" w14:textId="77777777" w:rsidTr="00CA2922">
        <w:trPr>
          <w:tblHeader/>
        </w:trPr>
        <w:tc>
          <w:tcPr>
            <w:tcW w:w="5000" w:type="pct"/>
            <w:gridSpan w:val="2"/>
          </w:tcPr>
          <w:p w14:paraId="7EAFE8E1" w14:textId="77777777" w:rsidR="00F1480E" w:rsidRPr="005404CB" w:rsidRDefault="00FD557D" w:rsidP="005404CB">
            <w:pPr>
              <w:pStyle w:val="SIHeading2"/>
            </w:pPr>
            <w:r w:rsidRPr="00041E59">
              <w:t>F</w:t>
            </w:r>
            <w:r w:rsidRPr="005404CB">
              <w:t>oundation Skills</w:t>
            </w:r>
          </w:p>
          <w:p w14:paraId="3D8603C3" w14:textId="77777777" w:rsidR="00F1480E" w:rsidRPr="005404CB" w:rsidRDefault="00F1480E" w:rsidP="005404CB">
            <w:pPr>
              <w:rPr>
                <w:rStyle w:val="SIText-Italic"/>
                <w:rFonts w:eastAsiaTheme="majorEastAsia"/>
              </w:rPr>
            </w:pPr>
            <w:r w:rsidRPr="005404CB">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2BF7C1AD" w14:textId="77777777" w:rsidTr="00CA2922">
        <w:trPr>
          <w:tblHeader/>
        </w:trPr>
        <w:tc>
          <w:tcPr>
            <w:tcW w:w="1396" w:type="pct"/>
          </w:tcPr>
          <w:p w14:paraId="33DB4643" w14:textId="77777777" w:rsidR="00F1480E" w:rsidRPr="005404CB" w:rsidDel="00423CB2" w:rsidRDefault="00F1480E" w:rsidP="005404CB">
            <w:pPr>
              <w:pStyle w:val="SIText-Bold"/>
              <w:rPr>
                <w:rFonts w:eastAsiaTheme="majorEastAsia"/>
              </w:rPr>
            </w:pPr>
            <w:r w:rsidRPr="005404CB">
              <w:rPr>
                <w:rFonts w:eastAsiaTheme="majorEastAsia"/>
              </w:rPr>
              <w:t>Skill</w:t>
            </w:r>
          </w:p>
        </w:tc>
        <w:tc>
          <w:tcPr>
            <w:tcW w:w="3604" w:type="pct"/>
          </w:tcPr>
          <w:p w14:paraId="7E23516D" w14:textId="77777777" w:rsidR="00F1480E" w:rsidRPr="005404CB" w:rsidDel="00423CB2" w:rsidRDefault="00F1480E" w:rsidP="005404CB">
            <w:pPr>
              <w:pStyle w:val="SIText-Bold"/>
              <w:rPr>
                <w:rFonts w:eastAsiaTheme="majorEastAsia"/>
              </w:rPr>
            </w:pPr>
            <w:r w:rsidRPr="005404CB">
              <w:rPr>
                <w:rFonts w:eastAsiaTheme="majorEastAsia"/>
              </w:rPr>
              <w:t>Description</w:t>
            </w:r>
          </w:p>
        </w:tc>
      </w:tr>
      <w:tr w:rsidR="00CA4847" w:rsidRPr="00336FCA" w:rsidDel="00423CB2" w14:paraId="0C001A92" w14:textId="77777777" w:rsidTr="00CA2922">
        <w:trPr>
          <w:tblHeader/>
        </w:trPr>
        <w:tc>
          <w:tcPr>
            <w:tcW w:w="1396" w:type="pct"/>
          </w:tcPr>
          <w:p w14:paraId="0DBC7F87" w14:textId="524E49F9" w:rsidR="00CA4847" w:rsidRPr="005404CB" w:rsidRDefault="00CA4847" w:rsidP="00316DB5">
            <w:pPr>
              <w:pStyle w:val="SIText"/>
              <w:rPr>
                <w:rFonts w:eastAsiaTheme="majorEastAsia"/>
              </w:rPr>
            </w:pPr>
            <w:r>
              <w:rPr>
                <w:rFonts w:eastAsiaTheme="majorEastAsia"/>
              </w:rPr>
              <w:t>Reading</w:t>
            </w:r>
          </w:p>
        </w:tc>
        <w:tc>
          <w:tcPr>
            <w:tcW w:w="3604" w:type="pct"/>
          </w:tcPr>
          <w:p w14:paraId="137509A7" w14:textId="07A26727" w:rsidR="00CA4847" w:rsidRPr="005404CB" w:rsidRDefault="00CA4847" w:rsidP="00316DB5">
            <w:pPr>
              <w:pStyle w:val="SIBulletList1"/>
              <w:rPr>
                <w:rFonts w:eastAsiaTheme="majorEastAsia"/>
              </w:rPr>
            </w:pPr>
            <w:r>
              <w:rPr>
                <w:rFonts w:eastAsiaTheme="majorEastAsia"/>
              </w:rPr>
              <w:t xml:space="preserve">Engage </w:t>
            </w:r>
            <w:r w:rsidR="00D31A2A">
              <w:rPr>
                <w:rFonts w:eastAsiaTheme="majorEastAsia"/>
              </w:rPr>
              <w:t xml:space="preserve">critically </w:t>
            </w:r>
            <w:r>
              <w:rPr>
                <w:rFonts w:eastAsiaTheme="majorEastAsia"/>
              </w:rPr>
              <w:t>with complex tests from a range of sources</w:t>
            </w:r>
          </w:p>
        </w:tc>
      </w:tr>
      <w:tr w:rsidR="00CA4847" w:rsidRPr="00336FCA" w:rsidDel="00423CB2" w14:paraId="10DABD64" w14:textId="77777777" w:rsidTr="00CA2922">
        <w:trPr>
          <w:tblHeader/>
        </w:trPr>
        <w:tc>
          <w:tcPr>
            <w:tcW w:w="1396" w:type="pct"/>
          </w:tcPr>
          <w:p w14:paraId="151DDF21" w14:textId="59DEB4CF" w:rsidR="00CA4847" w:rsidRPr="005404CB" w:rsidRDefault="00CA4847" w:rsidP="00316DB5">
            <w:pPr>
              <w:pStyle w:val="SIText"/>
              <w:rPr>
                <w:rFonts w:eastAsiaTheme="majorEastAsia"/>
              </w:rPr>
            </w:pPr>
            <w:r>
              <w:rPr>
                <w:rFonts w:eastAsiaTheme="majorEastAsia"/>
              </w:rPr>
              <w:t>Writing</w:t>
            </w:r>
          </w:p>
        </w:tc>
        <w:tc>
          <w:tcPr>
            <w:tcW w:w="3604" w:type="pct"/>
          </w:tcPr>
          <w:p w14:paraId="6145D555" w14:textId="77777777" w:rsidR="00CA4847" w:rsidRDefault="00CA4847" w:rsidP="00CA4847">
            <w:pPr>
              <w:pStyle w:val="SIBulletList1"/>
            </w:pPr>
            <w:r>
              <w:rPr>
                <w:rFonts w:eastAsiaTheme="majorEastAsia"/>
              </w:rPr>
              <w:t>Produce a comprehensive report that includes an a</w:t>
            </w:r>
            <w:r w:rsidRPr="00CA4847">
              <w:t xml:space="preserve">bstract, </w:t>
            </w:r>
            <w:r>
              <w:t>statement of scope, research methodology, analysis of findings, conclusion and references</w:t>
            </w:r>
          </w:p>
          <w:p w14:paraId="3605A013" w14:textId="582472FA" w:rsidR="00811310" w:rsidRPr="00316DB5" w:rsidRDefault="00811310" w:rsidP="00316DB5">
            <w:pPr>
              <w:pStyle w:val="SIBulletList1"/>
            </w:pPr>
            <w:r>
              <w:t>Plan, draft, review and proofread sections and versions of the research report</w:t>
            </w:r>
          </w:p>
        </w:tc>
      </w:tr>
      <w:tr w:rsidR="00CA4847" w:rsidRPr="00336FCA" w:rsidDel="00423CB2" w14:paraId="72606F37" w14:textId="77777777" w:rsidTr="00CA2922">
        <w:trPr>
          <w:tblHeader/>
        </w:trPr>
        <w:tc>
          <w:tcPr>
            <w:tcW w:w="1396" w:type="pct"/>
          </w:tcPr>
          <w:p w14:paraId="69B736F7" w14:textId="2E510312" w:rsidR="00CA4847" w:rsidRDefault="00CA4847" w:rsidP="00CA4847">
            <w:pPr>
              <w:pStyle w:val="SIText"/>
              <w:rPr>
                <w:rFonts w:eastAsiaTheme="majorEastAsia"/>
              </w:rPr>
            </w:pPr>
            <w:r>
              <w:rPr>
                <w:rFonts w:eastAsiaTheme="majorEastAsia"/>
              </w:rPr>
              <w:t>Oral communication</w:t>
            </w:r>
          </w:p>
        </w:tc>
        <w:tc>
          <w:tcPr>
            <w:tcW w:w="3604" w:type="pct"/>
          </w:tcPr>
          <w:p w14:paraId="34C48649" w14:textId="42745AF9" w:rsidR="00CA4847" w:rsidRDefault="00CA4847" w:rsidP="00CA4847">
            <w:pPr>
              <w:pStyle w:val="SIBulletList1"/>
              <w:rPr>
                <w:rFonts w:eastAsiaTheme="majorEastAsia"/>
              </w:rPr>
            </w:pPr>
            <w:r>
              <w:rPr>
                <w:rFonts w:eastAsiaTheme="majorEastAsia"/>
              </w:rPr>
              <w:t>Present research findings to groups using presentation aids</w:t>
            </w:r>
          </w:p>
        </w:tc>
      </w:tr>
    </w:tbl>
    <w:p w14:paraId="7B09BA9F" w14:textId="77777777" w:rsidR="00916CD7" w:rsidRDefault="00916CD7" w:rsidP="005F771F">
      <w:pPr>
        <w:pStyle w:val="SIText"/>
      </w:pPr>
    </w:p>
    <w:p w14:paraId="1905780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110D69F6" w14:textId="77777777" w:rsidTr="00F33FF2">
        <w:tc>
          <w:tcPr>
            <w:tcW w:w="5000" w:type="pct"/>
            <w:gridSpan w:val="4"/>
          </w:tcPr>
          <w:p w14:paraId="01D9869A" w14:textId="77777777" w:rsidR="00F1480E" w:rsidRPr="005404CB" w:rsidRDefault="00FD557D" w:rsidP="005404CB">
            <w:pPr>
              <w:pStyle w:val="SIHeading2"/>
            </w:pPr>
            <w:r w:rsidRPr="00923720">
              <w:t>U</w:t>
            </w:r>
            <w:r w:rsidRPr="005404CB">
              <w:t>nit Mapping Information</w:t>
            </w:r>
          </w:p>
        </w:tc>
      </w:tr>
      <w:tr w:rsidR="00F1480E" w14:paraId="73E0EB4B" w14:textId="77777777" w:rsidTr="00F33FF2">
        <w:tc>
          <w:tcPr>
            <w:tcW w:w="1028" w:type="pct"/>
          </w:tcPr>
          <w:p w14:paraId="4AA6B5B2" w14:textId="77777777" w:rsidR="00F1480E" w:rsidRPr="005404CB" w:rsidRDefault="00F1480E" w:rsidP="005404CB">
            <w:pPr>
              <w:pStyle w:val="SIText-Bold"/>
            </w:pPr>
            <w:r w:rsidRPr="00923720">
              <w:t>Code and title current version</w:t>
            </w:r>
          </w:p>
        </w:tc>
        <w:tc>
          <w:tcPr>
            <w:tcW w:w="1105" w:type="pct"/>
          </w:tcPr>
          <w:p w14:paraId="78954866" w14:textId="77777777" w:rsidR="00F1480E" w:rsidRPr="005404CB" w:rsidRDefault="008322BE" w:rsidP="005404CB">
            <w:pPr>
              <w:pStyle w:val="SIText-Bold"/>
            </w:pPr>
            <w:r>
              <w:t xml:space="preserve">Code and title previous </w:t>
            </w:r>
            <w:r w:rsidR="00F1480E" w:rsidRPr="005404CB">
              <w:t>version</w:t>
            </w:r>
          </w:p>
        </w:tc>
        <w:tc>
          <w:tcPr>
            <w:tcW w:w="1251" w:type="pct"/>
          </w:tcPr>
          <w:p w14:paraId="12076FFD" w14:textId="77777777" w:rsidR="00F1480E" w:rsidRPr="005404CB" w:rsidRDefault="00F1480E" w:rsidP="005404CB">
            <w:pPr>
              <w:pStyle w:val="SIText-Bold"/>
            </w:pPr>
            <w:r w:rsidRPr="00923720">
              <w:t>Comments</w:t>
            </w:r>
          </w:p>
        </w:tc>
        <w:tc>
          <w:tcPr>
            <w:tcW w:w="1616" w:type="pct"/>
          </w:tcPr>
          <w:p w14:paraId="425FE4FF" w14:textId="77777777" w:rsidR="00F1480E" w:rsidRPr="005404CB" w:rsidRDefault="00F1480E" w:rsidP="005404CB">
            <w:pPr>
              <w:pStyle w:val="SIText-Bold"/>
            </w:pPr>
            <w:r w:rsidRPr="00923720">
              <w:t>Equivalence status</w:t>
            </w:r>
          </w:p>
        </w:tc>
      </w:tr>
      <w:tr w:rsidR="00041E59" w14:paraId="7B3AD32B" w14:textId="77777777" w:rsidTr="00F33FF2">
        <w:tc>
          <w:tcPr>
            <w:tcW w:w="1028" w:type="pct"/>
          </w:tcPr>
          <w:p w14:paraId="16AF823A" w14:textId="107A8176" w:rsidR="00041E59" w:rsidRPr="005404CB" w:rsidRDefault="00B20737" w:rsidP="005404CB">
            <w:pPr>
              <w:pStyle w:val="SIText"/>
            </w:pPr>
            <w:r w:rsidRPr="00B20737">
              <w:t>AMPMGT8</w:t>
            </w:r>
            <w:r w:rsidR="00316DB5">
              <w:t>X</w:t>
            </w:r>
            <w:r w:rsidR="009B4858">
              <w:t>13</w:t>
            </w:r>
            <w:r w:rsidRPr="00B20737">
              <w:t xml:space="preserve"> Undertake research project</w:t>
            </w:r>
          </w:p>
        </w:tc>
        <w:tc>
          <w:tcPr>
            <w:tcW w:w="1105" w:type="pct"/>
          </w:tcPr>
          <w:p w14:paraId="6623A6C9" w14:textId="4815DB33" w:rsidR="00041E59" w:rsidRPr="005404CB" w:rsidRDefault="00CA4847" w:rsidP="005404CB">
            <w:pPr>
              <w:pStyle w:val="SIText"/>
            </w:pPr>
            <w:r w:rsidRPr="00B20737">
              <w:t>AMPMGT808 Undertake research project</w:t>
            </w:r>
          </w:p>
        </w:tc>
        <w:tc>
          <w:tcPr>
            <w:tcW w:w="1251" w:type="pct"/>
          </w:tcPr>
          <w:p w14:paraId="7F40434F" w14:textId="6E0E8880" w:rsidR="00CA4847" w:rsidRPr="00CA4847" w:rsidRDefault="00CA4847" w:rsidP="00CA4847">
            <w:pPr>
              <w:pStyle w:val="SIText"/>
            </w:pPr>
            <w:r w:rsidRPr="00CA4847">
              <w:t>Unit code and title updated</w:t>
            </w:r>
          </w:p>
          <w:p w14:paraId="7B8B8129" w14:textId="57AE5273" w:rsidR="00CA4847" w:rsidRPr="00CA4847" w:rsidRDefault="00CA4847" w:rsidP="00CA4847">
            <w:pPr>
              <w:pStyle w:val="SIText"/>
            </w:pPr>
            <w:r w:rsidRPr="00CA4847">
              <w:t xml:space="preserve">Foundation </w:t>
            </w:r>
            <w:r w:rsidR="008515A9">
              <w:t>S</w:t>
            </w:r>
            <w:r w:rsidRPr="00CA4847">
              <w:t>kills added</w:t>
            </w:r>
          </w:p>
          <w:p w14:paraId="38EF1B27" w14:textId="240BA869" w:rsidR="00041E59" w:rsidRPr="005404CB" w:rsidRDefault="00CA4847" w:rsidP="00CA4847">
            <w:pPr>
              <w:pStyle w:val="SIText"/>
            </w:pPr>
            <w:r w:rsidRPr="00CA4847">
              <w:t xml:space="preserve">Performance Evidence, Knowledge </w:t>
            </w:r>
            <w:r w:rsidR="008515A9">
              <w:t>E</w:t>
            </w:r>
            <w:r w:rsidRPr="00CA4847">
              <w:t>vidence and Assessment Conditions revised</w:t>
            </w:r>
          </w:p>
        </w:tc>
        <w:tc>
          <w:tcPr>
            <w:tcW w:w="1616" w:type="pct"/>
          </w:tcPr>
          <w:p w14:paraId="44BBFF38" w14:textId="382D5B90" w:rsidR="00916CD7" w:rsidRPr="005404CB" w:rsidRDefault="00916CD7" w:rsidP="005404CB">
            <w:pPr>
              <w:pStyle w:val="SIText"/>
            </w:pPr>
            <w:r w:rsidRPr="005404CB">
              <w:t>Equivalent</w:t>
            </w:r>
          </w:p>
        </w:tc>
      </w:tr>
    </w:tbl>
    <w:p w14:paraId="1AC411E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DCE21F5" w14:textId="77777777" w:rsidTr="00CA2922">
        <w:tc>
          <w:tcPr>
            <w:tcW w:w="1396" w:type="pct"/>
            <w:shd w:val="clear" w:color="auto" w:fill="auto"/>
          </w:tcPr>
          <w:p w14:paraId="6EF0B44B" w14:textId="77777777" w:rsidR="00F1480E" w:rsidRPr="005404CB" w:rsidRDefault="00FD557D" w:rsidP="005404CB">
            <w:pPr>
              <w:pStyle w:val="SIHeading2"/>
            </w:pPr>
            <w:r w:rsidRPr="00CC451E">
              <w:t>L</w:t>
            </w:r>
            <w:r w:rsidRPr="005404CB">
              <w:t>inks</w:t>
            </w:r>
          </w:p>
        </w:tc>
        <w:tc>
          <w:tcPr>
            <w:tcW w:w="3604" w:type="pct"/>
            <w:shd w:val="clear" w:color="auto" w:fill="auto"/>
          </w:tcPr>
          <w:p w14:paraId="2341A379" w14:textId="77777777" w:rsidR="00520E9A" w:rsidRPr="005404CB" w:rsidRDefault="00520E9A" w:rsidP="005404CB">
            <w:pPr>
              <w:pStyle w:val="SIText"/>
            </w:pPr>
            <w:r>
              <w:t xml:space="preserve">Companion Volumes, including Implementation </w:t>
            </w:r>
            <w:r w:rsidR="00346FDC" w:rsidRPr="005404CB">
              <w:t xml:space="preserve">Guides, are available at VETNet: </w:t>
            </w:r>
          </w:p>
          <w:p w14:paraId="2829271C" w14:textId="15C3FD39" w:rsidR="00F1480E" w:rsidRPr="005404CB" w:rsidRDefault="008515A9" w:rsidP="005404CB">
            <w:pPr>
              <w:pStyle w:val="SIText"/>
            </w:pPr>
            <w:hyperlink r:id="rId11" w:history="1">
              <w:r w:rsidR="00F90D5D" w:rsidRPr="00F90D5D">
                <w:t>https://vetnet.gov.au/Pages/TrainingDocs.aspx?q=5e2e56b7-698f-4822-84bb-25adbb8443a7</w:t>
              </w:r>
            </w:hyperlink>
          </w:p>
        </w:tc>
      </w:tr>
    </w:tbl>
    <w:p w14:paraId="77F98419" w14:textId="77777777" w:rsidR="00F1480E" w:rsidRDefault="00F1480E" w:rsidP="005F771F">
      <w:pPr>
        <w:pStyle w:val="SIText"/>
      </w:pPr>
    </w:p>
    <w:p w14:paraId="3A4DB9F4"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475A613" w14:textId="77777777" w:rsidTr="00113678">
        <w:trPr>
          <w:tblHeader/>
        </w:trPr>
        <w:tc>
          <w:tcPr>
            <w:tcW w:w="1478" w:type="pct"/>
            <w:shd w:val="clear" w:color="auto" w:fill="auto"/>
          </w:tcPr>
          <w:p w14:paraId="52E39DAE" w14:textId="77777777" w:rsidR="00556C4C" w:rsidRPr="005404CB" w:rsidRDefault="00556C4C" w:rsidP="005404CB">
            <w:pPr>
              <w:pStyle w:val="SIUnittitle"/>
            </w:pPr>
            <w:r w:rsidRPr="002C55E9">
              <w:lastRenderedPageBreak/>
              <w:t>T</w:t>
            </w:r>
            <w:r w:rsidRPr="005404CB">
              <w:t>ITLE</w:t>
            </w:r>
          </w:p>
        </w:tc>
        <w:tc>
          <w:tcPr>
            <w:tcW w:w="3522" w:type="pct"/>
            <w:shd w:val="clear" w:color="auto" w:fill="auto"/>
          </w:tcPr>
          <w:p w14:paraId="01250677" w14:textId="46C5493C" w:rsidR="00556C4C" w:rsidRPr="005404CB" w:rsidRDefault="00556C4C" w:rsidP="005404CB">
            <w:pPr>
              <w:pStyle w:val="SIUnittitle"/>
            </w:pPr>
            <w:r w:rsidRPr="00F56827">
              <w:t xml:space="preserve">Assessment requirements for </w:t>
            </w:r>
            <w:r w:rsidR="00B20737" w:rsidRPr="00B20737">
              <w:t>AMPMGT8</w:t>
            </w:r>
            <w:r w:rsidR="00316DB5">
              <w:t>X</w:t>
            </w:r>
            <w:r w:rsidR="009B4858">
              <w:t>13</w:t>
            </w:r>
            <w:r w:rsidR="00B20737" w:rsidRPr="00B20737">
              <w:t xml:space="preserve"> Undertake research project</w:t>
            </w:r>
          </w:p>
        </w:tc>
      </w:tr>
      <w:tr w:rsidR="00556C4C" w:rsidRPr="00A55106" w14:paraId="771FD9C1" w14:textId="77777777" w:rsidTr="00113678">
        <w:trPr>
          <w:tblHeader/>
        </w:trPr>
        <w:tc>
          <w:tcPr>
            <w:tcW w:w="5000" w:type="pct"/>
            <w:gridSpan w:val="2"/>
            <w:shd w:val="clear" w:color="auto" w:fill="auto"/>
          </w:tcPr>
          <w:p w14:paraId="3070EC23" w14:textId="77777777" w:rsidR="00556C4C" w:rsidRPr="005404CB" w:rsidRDefault="00D71E43" w:rsidP="005404CB">
            <w:pPr>
              <w:pStyle w:val="SIHeading2"/>
            </w:pPr>
            <w:r>
              <w:t>Performance E</w:t>
            </w:r>
            <w:r w:rsidRPr="005404CB">
              <w:t>vidence</w:t>
            </w:r>
          </w:p>
        </w:tc>
      </w:tr>
      <w:tr w:rsidR="00556C4C" w:rsidRPr="00067E1C" w14:paraId="571BA992" w14:textId="77777777" w:rsidTr="00113678">
        <w:tc>
          <w:tcPr>
            <w:tcW w:w="5000" w:type="pct"/>
            <w:gridSpan w:val="2"/>
            <w:shd w:val="clear" w:color="auto" w:fill="auto"/>
          </w:tcPr>
          <w:p w14:paraId="6D73E5AB" w14:textId="6B8EC62E" w:rsidR="00CA4847" w:rsidRDefault="00CA4847" w:rsidP="00CA4847">
            <w:pPr>
              <w:pStyle w:val="SIText"/>
            </w:pPr>
            <w:r w:rsidRPr="00CA4847">
              <w:t>An individual demonstrating competency must satisfy all of the elements and performance criteria in this unit.</w:t>
            </w:r>
          </w:p>
          <w:p w14:paraId="5F55B684" w14:textId="77777777" w:rsidR="009B4858" w:rsidRPr="00CA4847" w:rsidRDefault="009B4858" w:rsidP="00CA4847">
            <w:pPr>
              <w:pStyle w:val="SIText"/>
            </w:pPr>
          </w:p>
          <w:p w14:paraId="0F0E47DD" w14:textId="5F587F35" w:rsidR="000A08FC" w:rsidRDefault="00CA4847" w:rsidP="000A08FC">
            <w:pPr>
              <w:pStyle w:val="SIText"/>
            </w:pPr>
            <w:r w:rsidRPr="00CA4847">
              <w:t>There must be evidence that the individual has</w:t>
            </w:r>
            <w:r>
              <w:t xml:space="preserve"> undertaken </w:t>
            </w:r>
            <w:r w:rsidR="000A08FC" w:rsidRPr="000A08FC">
              <w:t>a</w:t>
            </w:r>
            <w:r w:rsidR="00D31A2A">
              <w:t>n</w:t>
            </w:r>
            <w:r w:rsidR="000A08FC" w:rsidRPr="000A08FC">
              <w:t xml:space="preserve"> independent research project </w:t>
            </w:r>
            <w:r>
              <w:t>to address</w:t>
            </w:r>
            <w:r w:rsidR="000A08FC" w:rsidRPr="000A08FC">
              <w:t xml:space="preserve"> </w:t>
            </w:r>
            <w:r w:rsidR="00D31A2A">
              <w:t xml:space="preserve">at least one </w:t>
            </w:r>
            <w:r w:rsidR="000A08FC" w:rsidRPr="000A08FC">
              <w:t>agri-business issue or problem</w:t>
            </w:r>
            <w:r w:rsidR="00D31A2A">
              <w:t>, including:</w:t>
            </w:r>
          </w:p>
          <w:p w14:paraId="67795B35" w14:textId="5126CDE8" w:rsidR="00D31A2A" w:rsidRPr="00D31A2A" w:rsidRDefault="00D31A2A" w:rsidP="00D31A2A">
            <w:pPr>
              <w:pStyle w:val="SIBulletList1"/>
            </w:pPr>
            <w:r>
              <w:t xml:space="preserve">completed a </w:t>
            </w:r>
            <w:r w:rsidRPr="00D31A2A">
              <w:t>comprehensive literature review</w:t>
            </w:r>
          </w:p>
          <w:p w14:paraId="35ACE34F" w14:textId="77777777" w:rsidR="00D31A2A" w:rsidRPr="00D31A2A" w:rsidRDefault="00D31A2A" w:rsidP="00D31A2A">
            <w:pPr>
              <w:pStyle w:val="SIBulletList1"/>
            </w:pPr>
            <w:r w:rsidRPr="00D31A2A">
              <w:t>formulated research proposal or plan including:</w:t>
            </w:r>
          </w:p>
          <w:p w14:paraId="44992C7C" w14:textId="77777777" w:rsidR="00D31A2A" w:rsidRPr="00D31A2A" w:rsidRDefault="00D31A2A" w:rsidP="00D31A2A">
            <w:pPr>
              <w:pStyle w:val="SIBulletList2"/>
            </w:pPr>
            <w:r w:rsidRPr="00D31A2A">
              <w:t>specific research questions or hypotheses</w:t>
            </w:r>
          </w:p>
          <w:p w14:paraId="434C6245" w14:textId="77777777" w:rsidR="00D31A2A" w:rsidRPr="00D31A2A" w:rsidRDefault="00D31A2A" w:rsidP="00D31A2A">
            <w:pPr>
              <w:pStyle w:val="SIBulletList2"/>
            </w:pPr>
            <w:r w:rsidRPr="00D31A2A">
              <w:t>valid population or sample size</w:t>
            </w:r>
          </w:p>
          <w:p w14:paraId="6462C702" w14:textId="77777777" w:rsidR="00D31A2A" w:rsidRPr="00D31A2A" w:rsidRDefault="00D31A2A" w:rsidP="00D31A2A">
            <w:pPr>
              <w:pStyle w:val="SIBulletList2"/>
            </w:pPr>
            <w:r w:rsidRPr="00D31A2A">
              <w:t>description of the geographical, cultural, social or institutional context within which the research will be undertaken</w:t>
            </w:r>
          </w:p>
          <w:p w14:paraId="3C797EAE" w14:textId="77777777" w:rsidR="00D31A2A" w:rsidRPr="00D31A2A" w:rsidRDefault="00D31A2A" w:rsidP="00D31A2A">
            <w:pPr>
              <w:pStyle w:val="SIBulletList2"/>
            </w:pPr>
            <w:r w:rsidRPr="00D31A2A">
              <w:t>full description of the data collection methods</w:t>
            </w:r>
          </w:p>
          <w:p w14:paraId="1BFDA2B8" w14:textId="3507C6E4" w:rsidR="00D31A2A" w:rsidRPr="00D31A2A" w:rsidRDefault="00D31A2A" w:rsidP="00D31A2A">
            <w:pPr>
              <w:pStyle w:val="SIBulletList1"/>
            </w:pPr>
            <w:r w:rsidRPr="00D31A2A">
              <w:t>analys</w:t>
            </w:r>
            <w:r>
              <w:t>ed</w:t>
            </w:r>
            <w:r w:rsidRPr="00D31A2A">
              <w:t xml:space="preserve"> of the limitations to research design</w:t>
            </w:r>
          </w:p>
          <w:p w14:paraId="6C582796" w14:textId="32CAA27F" w:rsidR="00D31A2A" w:rsidRPr="00D31A2A" w:rsidRDefault="00D31A2A" w:rsidP="00D31A2A">
            <w:pPr>
              <w:pStyle w:val="SIBulletList1"/>
            </w:pPr>
            <w:r w:rsidRPr="00D31A2A">
              <w:t>design</w:t>
            </w:r>
            <w:r>
              <w:t>ed</w:t>
            </w:r>
            <w:r w:rsidRPr="00D31A2A">
              <w:t xml:space="preserve"> appropriate tools and techniques</w:t>
            </w:r>
            <w:r>
              <w:t xml:space="preserve"> to gather data</w:t>
            </w:r>
          </w:p>
          <w:p w14:paraId="0CF38EEB" w14:textId="78AFC42A" w:rsidR="00D31A2A" w:rsidRPr="00D31A2A" w:rsidRDefault="00D31A2A" w:rsidP="00D31A2A">
            <w:pPr>
              <w:pStyle w:val="SIBulletList1"/>
            </w:pPr>
            <w:r>
              <w:t xml:space="preserve">produced a comprehensive </w:t>
            </w:r>
            <w:r w:rsidRPr="00D31A2A">
              <w:t xml:space="preserve">research report </w:t>
            </w:r>
            <w:r>
              <w:t>that includes</w:t>
            </w:r>
            <w:r w:rsidRPr="00D31A2A">
              <w:t xml:space="preserve"> analysis of data, and valid and reliable findings</w:t>
            </w:r>
            <w:r>
              <w:t>.</w:t>
            </w:r>
          </w:p>
          <w:p w14:paraId="652B6F11" w14:textId="77777777" w:rsidR="00D31A2A" w:rsidRDefault="00D31A2A" w:rsidP="00D31A2A">
            <w:pPr>
              <w:pStyle w:val="SIText"/>
            </w:pPr>
          </w:p>
          <w:p w14:paraId="35F78477" w14:textId="7C7D2F30" w:rsidR="00D31A2A" w:rsidRDefault="00D31A2A" w:rsidP="00D31A2A">
            <w:pPr>
              <w:pStyle w:val="SIText"/>
            </w:pPr>
            <w:r>
              <w:t xml:space="preserve">The </w:t>
            </w:r>
            <w:r w:rsidR="009B4858">
              <w:t>individual</w:t>
            </w:r>
            <w:r>
              <w:t xml:space="preserve"> mus</w:t>
            </w:r>
            <w:r w:rsidR="009B4858">
              <w:t>t also have</w:t>
            </w:r>
            <w:r>
              <w:t>:</w:t>
            </w:r>
          </w:p>
          <w:p w14:paraId="20417650" w14:textId="1954028F" w:rsidR="000A08FC" w:rsidRPr="000A08FC" w:rsidRDefault="000A08FC" w:rsidP="000A08FC">
            <w:pPr>
              <w:pStyle w:val="SIBulletList1"/>
            </w:pPr>
            <w:r w:rsidRPr="000A08FC">
              <w:t>use</w:t>
            </w:r>
            <w:r w:rsidR="009B4858">
              <w:t>d</w:t>
            </w:r>
            <w:r w:rsidRPr="000A08FC">
              <w:t xml:space="preserve"> analysis and interpretation skills to:</w:t>
            </w:r>
          </w:p>
          <w:p w14:paraId="0A6497C2" w14:textId="3687A2E3" w:rsidR="000A08FC" w:rsidRPr="000A08FC" w:rsidRDefault="000A08FC" w:rsidP="000A08FC">
            <w:pPr>
              <w:pStyle w:val="SIBulletList2"/>
            </w:pPr>
            <w:r w:rsidRPr="000A08FC">
              <w:t>critically review</w:t>
            </w:r>
            <w:r w:rsidR="009B4858">
              <w:t>ed</w:t>
            </w:r>
            <w:r w:rsidRPr="000A08FC">
              <w:t xml:space="preserve"> other research strategies, analys</w:t>
            </w:r>
            <w:r w:rsidR="00811310">
              <w:t>i</w:t>
            </w:r>
            <w:r w:rsidRPr="000A08FC">
              <w:t>s and findings</w:t>
            </w:r>
          </w:p>
          <w:p w14:paraId="501EA5E6" w14:textId="48F8CB65" w:rsidR="000A08FC" w:rsidRPr="000A08FC" w:rsidRDefault="000A08FC" w:rsidP="000A08FC">
            <w:pPr>
              <w:pStyle w:val="SIBulletList2"/>
            </w:pPr>
            <w:r w:rsidRPr="000A08FC">
              <w:t>appl</w:t>
            </w:r>
            <w:r w:rsidR="009B4858">
              <w:t>ied</w:t>
            </w:r>
            <w:r w:rsidRPr="000A08FC">
              <w:t xml:space="preserve"> research findings to a current issue</w:t>
            </w:r>
          </w:p>
          <w:p w14:paraId="42CF39C7" w14:textId="33D9F1A9" w:rsidR="000A08FC" w:rsidRPr="000A08FC" w:rsidRDefault="000A08FC" w:rsidP="000A08FC">
            <w:pPr>
              <w:pStyle w:val="SIBulletList2"/>
            </w:pPr>
            <w:r w:rsidRPr="000A08FC">
              <w:t>select</w:t>
            </w:r>
            <w:r w:rsidR="009B4858">
              <w:t>ed</w:t>
            </w:r>
            <w:r w:rsidRPr="000A08FC">
              <w:t xml:space="preserve"> relevant information and documentation</w:t>
            </w:r>
          </w:p>
          <w:p w14:paraId="22E85D3D" w14:textId="46F2E145" w:rsidR="000A08FC" w:rsidRPr="000A08FC" w:rsidRDefault="000A08FC" w:rsidP="000A08FC">
            <w:pPr>
              <w:pStyle w:val="SIBulletList1"/>
            </w:pPr>
            <w:r w:rsidRPr="000A08FC">
              <w:t>use</w:t>
            </w:r>
            <w:r w:rsidR="009B4858">
              <w:t>d</w:t>
            </w:r>
            <w:r w:rsidRPr="000A08FC">
              <w:t xml:space="preserve"> communication and negotiation skills to:</w:t>
            </w:r>
          </w:p>
          <w:p w14:paraId="474DADC0" w14:textId="7CE1078E" w:rsidR="000A08FC" w:rsidRPr="000A08FC" w:rsidRDefault="000A08FC" w:rsidP="000A08FC">
            <w:pPr>
              <w:pStyle w:val="SIBulletList2"/>
            </w:pPr>
            <w:r w:rsidRPr="000A08FC">
              <w:t>present</w:t>
            </w:r>
            <w:r w:rsidR="009B4858">
              <w:t>ed</w:t>
            </w:r>
            <w:r w:rsidRPr="000A08FC">
              <w:t xml:space="preserve"> and explain</w:t>
            </w:r>
            <w:r w:rsidR="009B4858">
              <w:t>ed</w:t>
            </w:r>
            <w:r w:rsidRPr="000A08FC">
              <w:t xml:space="preserve"> research ideas</w:t>
            </w:r>
          </w:p>
          <w:p w14:paraId="0A0F6842" w14:textId="3EB9ECE0" w:rsidR="000A08FC" w:rsidRPr="000A08FC" w:rsidRDefault="000A08FC" w:rsidP="000A08FC">
            <w:pPr>
              <w:pStyle w:val="SIBulletList2"/>
            </w:pPr>
            <w:r w:rsidRPr="000A08FC">
              <w:t>gain</w:t>
            </w:r>
            <w:r w:rsidR="009B4858">
              <w:t>ed</w:t>
            </w:r>
            <w:r w:rsidRPr="000A08FC">
              <w:t xml:space="preserve"> commitment to participate in research activity</w:t>
            </w:r>
          </w:p>
          <w:p w14:paraId="0C1F66B9" w14:textId="72F97DF5" w:rsidR="000A08FC" w:rsidRPr="000A08FC" w:rsidRDefault="000A08FC" w:rsidP="000A08FC">
            <w:pPr>
              <w:pStyle w:val="SIBulletList2"/>
            </w:pPr>
            <w:r w:rsidRPr="000A08FC">
              <w:t>present</w:t>
            </w:r>
            <w:r w:rsidR="009B4858">
              <w:t>ed</w:t>
            </w:r>
            <w:r w:rsidRPr="000A08FC">
              <w:t xml:space="preserve"> findings</w:t>
            </w:r>
          </w:p>
          <w:p w14:paraId="2BB48A45" w14:textId="01A055C2" w:rsidR="000A08FC" w:rsidRPr="000A08FC" w:rsidRDefault="000A08FC" w:rsidP="000A08FC">
            <w:pPr>
              <w:pStyle w:val="SIBulletList1"/>
            </w:pPr>
            <w:r w:rsidRPr="000A08FC">
              <w:t>develop</w:t>
            </w:r>
            <w:r w:rsidR="009B4858">
              <w:t>ed</w:t>
            </w:r>
            <w:r w:rsidRPr="000A08FC">
              <w:t xml:space="preserve"> and conduct</w:t>
            </w:r>
            <w:r w:rsidR="009B4858">
              <w:t>ed</w:t>
            </w:r>
            <w:r w:rsidRPr="000A08FC">
              <w:t xml:space="preserve"> research activity</w:t>
            </w:r>
          </w:p>
          <w:p w14:paraId="49081BB4" w14:textId="60890190" w:rsidR="00556C4C" w:rsidRPr="005404CB" w:rsidRDefault="000A08FC" w:rsidP="008A6E1A">
            <w:pPr>
              <w:pStyle w:val="SIBulletList1"/>
            </w:pPr>
            <w:r w:rsidRPr="000A08FC">
              <w:t>undertake</w:t>
            </w:r>
            <w:r w:rsidR="009B4858">
              <w:t>n</w:t>
            </w:r>
            <w:r w:rsidRPr="000A08FC">
              <w:t xml:space="preserve"> risk assessment and resolve</w:t>
            </w:r>
            <w:r w:rsidR="009B4858">
              <w:t>d</w:t>
            </w:r>
            <w:r w:rsidRPr="000A08FC">
              <w:t xml:space="preserve"> </w:t>
            </w:r>
            <w:r w:rsidR="00D31A2A">
              <w:t>issues that arise throughout project.</w:t>
            </w:r>
          </w:p>
        </w:tc>
      </w:tr>
    </w:tbl>
    <w:p w14:paraId="5B45366E"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E4D329F" w14:textId="77777777" w:rsidTr="00CA2922">
        <w:trPr>
          <w:tblHeader/>
        </w:trPr>
        <w:tc>
          <w:tcPr>
            <w:tcW w:w="5000" w:type="pct"/>
            <w:shd w:val="clear" w:color="auto" w:fill="auto"/>
          </w:tcPr>
          <w:p w14:paraId="0946057D" w14:textId="77777777" w:rsidR="00F1480E" w:rsidRPr="005404CB" w:rsidRDefault="00D71E43" w:rsidP="005404CB">
            <w:pPr>
              <w:pStyle w:val="SIHeading2"/>
            </w:pPr>
            <w:r w:rsidRPr="002C55E9">
              <w:t>K</w:t>
            </w:r>
            <w:r w:rsidRPr="005404CB">
              <w:t>nowledge Evidence</w:t>
            </w:r>
          </w:p>
        </w:tc>
      </w:tr>
      <w:tr w:rsidR="00F1480E" w:rsidRPr="00067E1C" w14:paraId="20DCDA14" w14:textId="77777777" w:rsidTr="00CA2922">
        <w:tc>
          <w:tcPr>
            <w:tcW w:w="5000" w:type="pct"/>
            <w:shd w:val="clear" w:color="auto" w:fill="auto"/>
          </w:tcPr>
          <w:p w14:paraId="48B55D58" w14:textId="77777777" w:rsidR="00D31A2A" w:rsidRPr="00D31A2A" w:rsidRDefault="00D31A2A" w:rsidP="00D31A2A">
            <w:pPr>
              <w:pStyle w:val="SIText"/>
            </w:pPr>
            <w:r w:rsidRPr="00D31A2A">
              <w:t>An individual must be able to demonstrate the knowledge required to perform the tasks outlined in the elements and performance criteria of this unit. This includes knowledge of:</w:t>
            </w:r>
          </w:p>
          <w:p w14:paraId="5A9931EB" w14:textId="6768D1C1" w:rsidR="003D16D5" w:rsidRPr="003D16D5" w:rsidRDefault="003D16D5" w:rsidP="003D16D5">
            <w:pPr>
              <w:pStyle w:val="SIBulletList1"/>
            </w:pPr>
            <w:r w:rsidRPr="003D16D5">
              <w:t xml:space="preserve">relevant legislation and regulatory requirements </w:t>
            </w:r>
            <w:r w:rsidR="00D31A2A">
              <w:t>relevant to</w:t>
            </w:r>
            <w:r w:rsidRPr="003D16D5">
              <w:t xml:space="preserve"> research </w:t>
            </w:r>
            <w:r w:rsidR="00811310">
              <w:t>topic</w:t>
            </w:r>
          </w:p>
          <w:p w14:paraId="421CFCB5" w14:textId="3B43CCBA" w:rsidR="003D16D5" w:rsidRPr="003D16D5" w:rsidRDefault="003D16D5" w:rsidP="003D16D5">
            <w:pPr>
              <w:pStyle w:val="SIBulletList1"/>
            </w:pPr>
            <w:r w:rsidRPr="003D16D5">
              <w:t xml:space="preserve">research </w:t>
            </w:r>
            <w:r w:rsidR="00D31A2A">
              <w:t>methods</w:t>
            </w:r>
            <w:r w:rsidR="00D31A2A" w:rsidRPr="003D16D5">
              <w:t xml:space="preserve"> </w:t>
            </w:r>
            <w:r w:rsidRPr="003D16D5">
              <w:t>and techniques</w:t>
            </w:r>
          </w:p>
          <w:p w14:paraId="6D177AA7" w14:textId="7FEB63DB" w:rsidR="003D16D5" w:rsidRPr="003D16D5" w:rsidRDefault="00D31A2A" w:rsidP="003D16D5">
            <w:pPr>
              <w:pStyle w:val="SIBulletList1"/>
            </w:pPr>
            <w:r>
              <w:t xml:space="preserve">qualitative and quantitative </w:t>
            </w:r>
            <w:r w:rsidR="003D16D5" w:rsidRPr="003D16D5">
              <w:t>data collection methods</w:t>
            </w:r>
          </w:p>
          <w:p w14:paraId="38C93CC6" w14:textId="77777777" w:rsidR="003D16D5" w:rsidRPr="003D16D5" w:rsidRDefault="003D16D5" w:rsidP="003D16D5">
            <w:pPr>
              <w:pStyle w:val="SIBulletList1"/>
            </w:pPr>
            <w:r w:rsidRPr="003D16D5">
              <w:t>risk assessment and monitoring strategies, including environmental risk analysis</w:t>
            </w:r>
          </w:p>
          <w:p w14:paraId="1B2D452F" w14:textId="3FF6201E" w:rsidR="003D16D5" w:rsidRDefault="003D16D5" w:rsidP="003D16D5">
            <w:pPr>
              <w:pStyle w:val="SIBulletList1"/>
            </w:pPr>
            <w:r w:rsidRPr="003D16D5">
              <w:t xml:space="preserve">strategies to </w:t>
            </w:r>
            <w:r w:rsidR="00D31A2A" w:rsidRPr="00D31A2A">
              <w:t xml:space="preserve">analyse </w:t>
            </w:r>
            <w:r w:rsidRPr="003D16D5">
              <w:t xml:space="preserve">and </w:t>
            </w:r>
            <w:r w:rsidR="00D31A2A" w:rsidRPr="00D31A2A">
              <w:t xml:space="preserve">evaluate </w:t>
            </w:r>
            <w:r w:rsidRPr="003D16D5">
              <w:t xml:space="preserve">effectiveness of research </w:t>
            </w:r>
          </w:p>
          <w:p w14:paraId="66608BB7" w14:textId="51B5B8B6" w:rsidR="00F1480E" w:rsidRPr="005404CB" w:rsidRDefault="00811310" w:rsidP="008A6E1A">
            <w:pPr>
              <w:pStyle w:val="SIBulletList1"/>
            </w:pPr>
            <w:r>
              <w:t>research report format including comprehensive citing and referencing approach.</w:t>
            </w:r>
          </w:p>
        </w:tc>
      </w:tr>
    </w:tbl>
    <w:p w14:paraId="53A6E8A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0CDEE5F" w14:textId="77777777" w:rsidTr="00CA2922">
        <w:trPr>
          <w:tblHeader/>
        </w:trPr>
        <w:tc>
          <w:tcPr>
            <w:tcW w:w="5000" w:type="pct"/>
            <w:shd w:val="clear" w:color="auto" w:fill="auto"/>
          </w:tcPr>
          <w:p w14:paraId="453797F8" w14:textId="77777777" w:rsidR="00F1480E" w:rsidRPr="005404CB" w:rsidRDefault="00D71E43" w:rsidP="005404CB">
            <w:pPr>
              <w:pStyle w:val="SIHeading2"/>
            </w:pPr>
            <w:r w:rsidRPr="002C55E9">
              <w:t>A</w:t>
            </w:r>
            <w:r w:rsidRPr="005404CB">
              <w:t>ssessment Conditions</w:t>
            </w:r>
          </w:p>
        </w:tc>
      </w:tr>
      <w:tr w:rsidR="00F1480E" w:rsidRPr="00A55106" w14:paraId="4F2F0283" w14:textId="77777777" w:rsidTr="00CA2922">
        <w:tc>
          <w:tcPr>
            <w:tcW w:w="5000" w:type="pct"/>
            <w:shd w:val="clear" w:color="auto" w:fill="auto"/>
          </w:tcPr>
          <w:p w14:paraId="5059D43C" w14:textId="77777777" w:rsidR="00D31A2A" w:rsidRPr="00D31A2A" w:rsidRDefault="00D31A2A" w:rsidP="00D31A2A">
            <w:pPr>
              <w:pStyle w:val="SIText"/>
            </w:pPr>
            <w:r w:rsidRPr="00D31A2A">
              <w:t>Assessment of the skills in this unit of competency must take place under the following conditions:</w:t>
            </w:r>
          </w:p>
          <w:p w14:paraId="212FD891" w14:textId="77777777" w:rsidR="00D31A2A" w:rsidRPr="00D31A2A" w:rsidRDefault="00D31A2A" w:rsidP="00D31A2A">
            <w:pPr>
              <w:pStyle w:val="SIBulletList1"/>
            </w:pPr>
            <w:r w:rsidRPr="00D31A2A">
              <w:t>physical conditions:</w:t>
            </w:r>
          </w:p>
          <w:p w14:paraId="4393F330" w14:textId="6D1A9CA1" w:rsidR="00D31A2A" w:rsidRPr="00D31A2A" w:rsidRDefault="00D31A2A" w:rsidP="00D31A2A">
            <w:pPr>
              <w:pStyle w:val="SIBulletList2"/>
            </w:pPr>
            <w:r w:rsidRPr="00D31A2A">
              <w:t xml:space="preserve">skills must be demonstrated in an agribusiness context </w:t>
            </w:r>
          </w:p>
          <w:p w14:paraId="1DE56157" w14:textId="77777777" w:rsidR="00D31A2A" w:rsidRPr="00D31A2A" w:rsidRDefault="00D31A2A" w:rsidP="00D31A2A">
            <w:pPr>
              <w:pStyle w:val="SIBulletList1"/>
            </w:pPr>
            <w:r w:rsidRPr="00D31A2A">
              <w:t>resources, equipment and materials:</w:t>
            </w:r>
          </w:p>
          <w:p w14:paraId="03D40579" w14:textId="16EF2296" w:rsidR="00D31A2A" w:rsidRPr="00D31A2A" w:rsidRDefault="00D31A2A" w:rsidP="00D31A2A">
            <w:pPr>
              <w:pStyle w:val="SIBulletList2"/>
            </w:pPr>
            <w:r w:rsidRPr="00D31A2A">
              <w:t>access to appropriate technology for researching and communicating</w:t>
            </w:r>
            <w:r>
              <w:t xml:space="preserve"> with stakeholders</w:t>
            </w:r>
          </w:p>
          <w:p w14:paraId="77E2B5A4" w14:textId="77777777" w:rsidR="00D31A2A" w:rsidRPr="00D31A2A" w:rsidRDefault="00D31A2A" w:rsidP="00D31A2A">
            <w:pPr>
              <w:pStyle w:val="SIBulletList1"/>
            </w:pPr>
            <w:r w:rsidRPr="00D31A2A">
              <w:t>specifications:</w:t>
            </w:r>
          </w:p>
          <w:p w14:paraId="4F5F47BE" w14:textId="33FF9FAC" w:rsidR="00D31A2A" w:rsidRPr="00D31A2A" w:rsidRDefault="00D31A2A" w:rsidP="00D31A2A">
            <w:pPr>
              <w:pStyle w:val="SIBulletList2"/>
            </w:pPr>
            <w:r w:rsidRPr="00D31A2A">
              <w:t xml:space="preserve">workplace documents </w:t>
            </w:r>
            <w:r w:rsidR="00811310">
              <w:t>relevant to research topic</w:t>
            </w:r>
          </w:p>
          <w:p w14:paraId="155024E9" w14:textId="362E6D6B" w:rsidR="00D31A2A" w:rsidRPr="00D31A2A" w:rsidRDefault="00D31A2A" w:rsidP="00D31A2A">
            <w:pPr>
              <w:pStyle w:val="SIBulletList2"/>
            </w:pPr>
            <w:r w:rsidRPr="00D31A2A">
              <w:t xml:space="preserve">access to legislation and codes of practice relevant to </w:t>
            </w:r>
            <w:r w:rsidR="00811310">
              <w:t>business and research topic</w:t>
            </w:r>
            <w:r w:rsidRPr="00D31A2A">
              <w:t>.</w:t>
            </w:r>
          </w:p>
          <w:p w14:paraId="3EA4ACCD" w14:textId="77777777" w:rsidR="00D31A2A" w:rsidRPr="00D31A2A" w:rsidRDefault="00D31A2A" w:rsidP="00D31A2A">
            <w:pPr>
              <w:pStyle w:val="SIText"/>
            </w:pPr>
          </w:p>
          <w:p w14:paraId="182E93EF" w14:textId="77777777" w:rsidR="004D6FE7" w:rsidRDefault="004D6FE7" w:rsidP="004D6FE7">
            <w:pPr>
              <w:pStyle w:val="SIText"/>
            </w:pPr>
            <w:r>
              <w:t>Assessment for this unit must include at least three forms of evidence.</w:t>
            </w:r>
          </w:p>
          <w:p w14:paraId="1CE4FF9B" w14:textId="77777777" w:rsidR="004D6FE7" w:rsidRDefault="004D6FE7" w:rsidP="003D16D5">
            <w:pPr>
              <w:pStyle w:val="SIText"/>
            </w:pPr>
          </w:p>
          <w:p w14:paraId="72FC2BF3" w14:textId="5849A8FE" w:rsidR="00F1480E" w:rsidRPr="003D16D5" w:rsidRDefault="00D31A2A" w:rsidP="003D16D5">
            <w:pPr>
              <w:pStyle w:val="SIText"/>
            </w:pPr>
            <w:r w:rsidRPr="00D31A2A">
              <w:t>Assessors of this unit must satisfy the requirements for assessors in applicable vocational education and training legislation, frameworks and/or standards.</w:t>
            </w:r>
          </w:p>
        </w:tc>
      </w:tr>
    </w:tbl>
    <w:p w14:paraId="5980318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3937051" w14:textId="77777777" w:rsidTr="004679E3">
        <w:tc>
          <w:tcPr>
            <w:tcW w:w="990" w:type="pct"/>
            <w:shd w:val="clear" w:color="auto" w:fill="auto"/>
          </w:tcPr>
          <w:p w14:paraId="25F9155C" w14:textId="77777777" w:rsidR="00F1480E" w:rsidRPr="005404CB" w:rsidRDefault="00D71E43" w:rsidP="005404CB">
            <w:pPr>
              <w:pStyle w:val="SIHeading2"/>
            </w:pPr>
            <w:r w:rsidRPr="002C55E9">
              <w:t>L</w:t>
            </w:r>
            <w:r w:rsidRPr="005404CB">
              <w:t>inks</w:t>
            </w:r>
          </w:p>
        </w:tc>
        <w:tc>
          <w:tcPr>
            <w:tcW w:w="4010" w:type="pct"/>
            <w:shd w:val="clear" w:color="auto" w:fill="auto"/>
          </w:tcPr>
          <w:p w14:paraId="5FB533ED" w14:textId="77777777" w:rsidR="002970C3" w:rsidRPr="005404CB" w:rsidRDefault="002970C3" w:rsidP="005404CB">
            <w:pPr>
              <w:pStyle w:val="SIText"/>
            </w:pPr>
            <w:r>
              <w:t xml:space="preserve">Companion Volumes, including Implementation </w:t>
            </w:r>
            <w:r w:rsidR="00346FDC" w:rsidRPr="005404CB">
              <w:t>Guides, are available at VETNet:</w:t>
            </w:r>
          </w:p>
          <w:p w14:paraId="4595EC34" w14:textId="25AA297D" w:rsidR="00F1480E" w:rsidRPr="005404CB" w:rsidRDefault="008515A9" w:rsidP="005404CB">
            <w:pPr>
              <w:pStyle w:val="SIText"/>
            </w:pPr>
            <w:hyperlink r:id="rId12" w:history="1">
              <w:r w:rsidR="00F90D5D" w:rsidRPr="00F90D5D">
                <w:t>https://vetnet.gov.au/Pages/TrainingDocs.aspx?q=5e2e56b7-698f-4822-84bb-25adbb8443a7</w:t>
              </w:r>
            </w:hyperlink>
          </w:p>
        </w:tc>
      </w:tr>
    </w:tbl>
    <w:p w14:paraId="6A489CB4"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E46C59" w14:textId="77777777" w:rsidR="009B44BC" w:rsidRDefault="009B44BC" w:rsidP="00BF3F0A">
      <w:r>
        <w:separator/>
      </w:r>
    </w:p>
    <w:p w14:paraId="311D5625" w14:textId="77777777" w:rsidR="009B44BC" w:rsidRDefault="009B44BC"/>
  </w:endnote>
  <w:endnote w:type="continuationSeparator" w:id="0">
    <w:p w14:paraId="0AC15B92" w14:textId="77777777" w:rsidR="009B44BC" w:rsidRDefault="009B44BC" w:rsidP="00BF3F0A">
      <w:r>
        <w:continuationSeparator/>
      </w:r>
    </w:p>
    <w:p w14:paraId="36E29CD9" w14:textId="77777777" w:rsidR="009B44BC" w:rsidRDefault="009B44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32F7B90E"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rsidR="00AA5D02">
          <w:t xml:space="preserve"> </w:t>
        </w:r>
        <w:r>
          <w:tab/>
        </w:r>
        <w:r w:rsidR="00695C89">
          <w:tab/>
        </w:r>
        <w:r w:rsidRPr="000754EC">
          <w:fldChar w:fldCharType="begin"/>
        </w:r>
        <w:r>
          <w:instrText xml:space="preserve"> PAGE   \* MERGEFORMAT </w:instrText>
        </w:r>
        <w:r w:rsidRPr="000754EC">
          <w:fldChar w:fldCharType="separate"/>
        </w:r>
        <w:r w:rsidR="001E0849" w:rsidRPr="005404CB">
          <w:t>1</w:t>
        </w:r>
        <w:r w:rsidRPr="000754EC">
          <w:fldChar w:fldCharType="end"/>
        </w:r>
      </w:p>
      <w:p w14:paraId="6483138B" w14:textId="77777777" w:rsidR="00D810DE" w:rsidRDefault="000E25E6" w:rsidP="005F771F">
        <w:pPr>
          <w:pStyle w:val="SIText"/>
        </w:pPr>
        <w:r w:rsidRPr="000754EC">
          <w:t xml:space="preserve">Template modified on </w:t>
        </w:r>
        <w:r w:rsidR="00AA5D02">
          <w:t>14 October</w:t>
        </w:r>
        <w:r w:rsidR="00EC0C3E">
          <w:t xml:space="preserve"> 20</w:t>
        </w:r>
        <w:r w:rsidR="00F30C7D">
          <w:t>20</w:t>
        </w:r>
      </w:p>
    </w:sdtContent>
  </w:sdt>
  <w:p w14:paraId="1391A3F3"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E1F1CD" w14:textId="77777777" w:rsidR="009B44BC" w:rsidRDefault="009B44BC" w:rsidP="00BF3F0A">
      <w:r>
        <w:separator/>
      </w:r>
    </w:p>
    <w:p w14:paraId="2F061546" w14:textId="77777777" w:rsidR="009B44BC" w:rsidRDefault="009B44BC"/>
  </w:footnote>
  <w:footnote w:type="continuationSeparator" w:id="0">
    <w:p w14:paraId="7A95C556" w14:textId="77777777" w:rsidR="009B44BC" w:rsidRDefault="009B44BC" w:rsidP="00BF3F0A">
      <w:r>
        <w:continuationSeparator/>
      </w:r>
    </w:p>
    <w:p w14:paraId="5EC05CFE" w14:textId="77777777" w:rsidR="009B44BC" w:rsidRDefault="009B44B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F88A8" w14:textId="37A78DFB" w:rsidR="009C2650" w:rsidRPr="00B20737" w:rsidRDefault="008515A9" w:rsidP="00B20737">
    <w:sdt>
      <w:sdtPr>
        <w:rPr>
          <w:lang w:eastAsia="en-US"/>
        </w:rPr>
        <w:id w:val="1702666374"/>
        <w:docPartObj>
          <w:docPartGallery w:val="Watermarks"/>
          <w:docPartUnique/>
        </w:docPartObj>
      </w:sdtPr>
      <w:sdtEndPr/>
      <w:sdtContent>
        <w:r>
          <w:rPr>
            <w:lang w:eastAsia="en-US"/>
          </w:rPr>
          <w:pict w14:anchorId="14C5536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9B4858" w:rsidRPr="00B20737">
      <w:rPr>
        <w:lang w:eastAsia="en-US"/>
      </w:rPr>
      <w:t>AMPMGT8</w:t>
    </w:r>
    <w:r w:rsidR="00316DB5">
      <w:t>X</w:t>
    </w:r>
    <w:r w:rsidR="009B4858">
      <w:t>13</w:t>
    </w:r>
    <w:r w:rsidR="009B4858" w:rsidRPr="00B20737">
      <w:rPr>
        <w:lang w:eastAsia="en-US"/>
      </w:rPr>
      <w:t xml:space="preserve"> </w:t>
    </w:r>
    <w:r w:rsidR="00B20737" w:rsidRPr="00B20737">
      <w:rPr>
        <w:lang w:eastAsia="en-US"/>
      </w:rPr>
      <w:t>Undertake research project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4B94B12"/>
    <w:multiLevelType w:val="multilevel"/>
    <w:tmpl w:val="66A8C99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423772"/>
    <w:multiLevelType w:val="multilevel"/>
    <w:tmpl w:val="973C61E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9" w15:restartNumberingAfterBreak="0">
    <w:nsid w:val="1BD20159"/>
    <w:multiLevelType w:val="multilevel"/>
    <w:tmpl w:val="BD58698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BD31195"/>
    <w:multiLevelType w:val="multilevel"/>
    <w:tmpl w:val="5218B3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47E2EA0"/>
    <w:multiLevelType w:val="multilevel"/>
    <w:tmpl w:val="D55E26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4947652C"/>
    <w:multiLevelType w:val="multilevel"/>
    <w:tmpl w:val="4E92A83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7" w15:restartNumberingAfterBreak="0">
    <w:nsid w:val="60433602"/>
    <w:multiLevelType w:val="multilevel"/>
    <w:tmpl w:val="4628D6F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30E6530"/>
    <w:multiLevelType w:val="multilevel"/>
    <w:tmpl w:val="579A32B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4" w15:restartNumberingAfterBreak="0">
    <w:nsid w:val="79707D40"/>
    <w:multiLevelType w:val="multilevel"/>
    <w:tmpl w:val="8ADC86C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DD95229"/>
    <w:multiLevelType w:val="multilevel"/>
    <w:tmpl w:val="8B7C8B7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19958077">
    <w:abstractNumId w:val="13"/>
  </w:num>
  <w:num w:numId="2" w16cid:durableId="286934158">
    <w:abstractNumId w:val="8"/>
  </w:num>
  <w:num w:numId="3" w16cid:durableId="1179390899">
    <w:abstractNumId w:val="4"/>
  </w:num>
  <w:num w:numId="4" w16cid:durableId="1793475394">
    <w:abstractNumId w:val="21"/>
  </w:num>
  <w:num w:numId="5" w16cid:durableId="61029282">
    <w:abstractNumId w:val="1"/>
  </w:num>
  <w:num w:numId="6" w16cid:durableId="1922134046">
    <w:abstractNumId w:val="12"/>
  </w:num>
  <w:num w:numId="7" w16cid:durableId="2084831933">
    <w:abstractNumId w:val="3"/>
  </w:num>
  <w:num w:numId="8" w16cid:durableId="1072701647">
    <w:abstractNumId w:val="0"/>
  </w:num>
  <w:num w:numId="9" w16cid:durableId="1219782728">
    <w:abstractNumId w:val="20"/>
  </w:num>
  <w:num w:numId="10" w16cid:durableId="170798003">
    <w:abstractNumId w:val="14"/>
  </w:num>
  <w:num w:numId="11" w16cid:durableId="1426418310">
    <w:abstractNumId w:val="19"/>
  </w:num>
  <w:num w:numId="12" w16cid:durableId="292297521">
    <w:abstractNumId w:val="16"/>
  </w:num>
  <w:num w:numId="13" w16cid:durableId="1034892242">
    <w:abstractNumId w:val="22"/>
  </w:num>
  <w:num w:numId="14" w16cid:durableId="606667469">
    <w:abstractNumId w:val="5"/>
  </w:num>
  <w:num w:numId="15" w16cid:durableId="829712022">
    <w:abstractNumId w:val="7"/>
  </w:num>
  <w:num w:numId="16" w16cid:durableId="1767538498">
    <w:abstractNumId w:val="23"/>
  </w:num>
  <w:num w:numId="17" w16cid:durableId="1039547598">
    <w:abstractNumId w:val="25"/>
  </w:num>
  <w:num w:numId="18" w16cid:durableId="1674138482">
    <w:abstractNumId w:val="15"/>
  </w:num>
  <w:num w:numId="19" w16cid:durableId="1264336352">
    <w:abstractNumId w:val="24"/>
  </w:num>
  <w:num w:numId="20" w16cid:durableId="1131172226">
    <w:abstractNumId w:val="9"/>
  </w:num>
  <w:num w:numId="21" w16cid:durableId="1951859660">
    <w:abstractNumId w:val="17"/>
  </w:num>
  <w:num w:numId="22" w16cid:durableId="851645431">
    <w:abstractNumId w:val="10"/>
  </w:num>
  <w:num w:numId="23" w16cid:durableId="628970994">
    <w:abstractNumId w:val="2"/>
  </w:num>
  <w:num w:numId="24" w16cid:durableId="1052534054">
    <w:abstractNumId w:val="18"/>
  </w:num>
  <w:num w:numId="25" w16cid:durableId="903222052">
    <w:abstractNumId w:val="11"/>
  </w:num>
  <w:num w:numId="26" w16cid:durableId="4220665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PjQuk0OqJRKeOIi/xNpYoUggYWXGPPA0tVrg9Qpt6hB4SxoW/3NgpTWB1fmsUnZQ3coYivXMOI9Sexiln+DjSg==" w:salt="o0qWqIQ1Rz1KoKhcoBWAaA=="/>
  <w:styleLockTheme/>
  <w:styleLockQFSet/>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194B"/>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08FC"/>
    <w:rsid w:val="000A5441"/>
    <w:rsid w:val="000B2022"/>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5056"/>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E710D"/>
    <w:rsid w:val="001F2BA5"/>
    <w:rsid w:val="001F308D"/>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16DB5"/>
    <w:rsid w:val="00334F8C"/>
    <w:rsid w:val="00337E82"/>
    <w:rsid w:val="00346FDC"/>
    <w:rsid w:val="00350BB1"/>
    <w:rsid w:val="00352C83"/>
    <w:rsid w:val="00366805"/>
    <w:rsid w:val="0037067D"/>
    <w:rsid w:val="00373436"/>
    <w:rsid w:val="0038735B"/>
    <w:rsid w:val="003916D1"/>
    <w:rsid w:val="00394C90"/>
    <w:rsid w:val="003A21F0"/>
    <w:rsid w:val="003A277F"/>
    <w:rsid w:val="003A58BA"/>
    <w:rsid w:val="003A5AE7"/>
    <w:rsid w:val="003A7221"/>
    <w:rsid w:val="003B3493"/>
    <w:rsid w:val="003C13AE"/>
    <w:rsid w:val="003C7152"/>
    <w:rsid w:val="003D16D5"/>
    <w:rsid w:val="003D2E73"/>
    <w:rsid w:val="003E72B6"/>
    <w:rsid w:val="003E7BBE"/>
    <w:rsid w:val="004127E3"/>
    <w:rsid w:val="0043212E"/>
    <w:rsid w:val="00434366"/>
    <w:rsid w:val="00434ECE"/>
    <w:rsid w:val="00444423"/>
    <w:rsid w:val="00452F3E"/>
    <w:rsid w:val="0046239A"/>
    <w:rsid w:val="004640AE"/>
    <w:rsid w:val="00466F18"/>
    <w:rsid w:val="004679E3"/>
    <w:rsid w:val="00475172"/>
    <w:rsid w:val="004758B0"/>
    <w:rsid w:val="0048067C"/>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D6FE7"/>
    <w:rsid w:val="004E0460"/>
    <w:rsid w:val="004E1579"/>
    <w:rsid w:val="004E5FAE"/>
    <w:rsid w:val="004E6245"/>
    <w:rsid w:val="004E6741"/>
    <w:rsid w:val="004E7094"/>
    <w:rsid w:val="004F5DC7"/>
    <w:rsid w:val="004F78DA"/>
    <w:rsid w:val="0051194B"/>
    <w:rsid w:val="0051381D"/>
    <w:rsid w:val="005145AB"/>
    <w:rsid w:val="00520E9A"/>
    <w:rsid w:val="005248C1"/>
    <w:rsid w:val="00526134"/>
    <w:rsid w:val="005404CB"/>
    <w:rsid w:val="005405B2"/>
    <w:rsid w:val="005427C8"/>
    <w:rsid w:val="005446D1"/>
    <w:rsid w:val="00556C4C"/>
    <w:rsid w:val="00557369"/>
    <w:rsid w:val="00557D22"/>
    <w:rsid w:val="00564ADD"/>
    <w:rsid w:val="005708EB"/>
    <w:rsid w:val="00575BC6"/>
    <w:rsid w:val="00583902"/>
    <w:rsid w:val="005A1D70"/>
    <w:rsid w:val="005A3AA5"/>
    <w:rsid w:val="005A6C9C"/>
    <w:rsid w:val="005A74DC"/>
    <w:rsid w:val="005B5146"/>
    <w:rsid w:val="005D1AFD"/>
    <w:rsid w:val="005E3CB1"/>
    <w:rsid w:val="005E51E6"/>
    <w:rsid w:val="005F027A"/>
    <w:rsid w:val="005F33CC"/>
    <w:rsid w:val="005F3B1D"/>
    <w:rsid w:val="005F771F"/>
    <w:rsid w:val="006121D4"/>
    <w:rsid w:val="00613B49"/>
    <w:rsid w:val="00616845"/>
    <w:rsid w:val="00620E8E"/>
    <w:rsid w:val="00633CFE"/>
    <w:rsid w:val="00634FCA"/>
    <w:rsid w:val="00643D1B"/>
    <w:rsid w:val="006452B8"/>
    <w:rsid w:val="00652E62"/>
    <w:rsid w:val="00686A49"/>
    <w:rsid w:val="00687B62"/>
    <w:rsid w:val="00690C44"/>
    <w:rsid w:val="00695C89"/>
    <w:rsid w:val="006969D9"/>
    <w:rsid w:val="006A2B68"/>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1310"/>
    <w:rsid w:val="00817D51"/>
    <w:rsid w:val="00823530"/>
    <w:rsid w:val="00823FF4"/>
    <w:rsid w:val="00830267"/>
    <w:rsid w:val="008306E7"/>
    <w:rsid w:val="008322BE"/>
    <w:rsid w:val="00834BC8"/>
    <w:rsid w:val="00837FD6"/>
    <w:rsid w:val="00847B60"/>
    <w:rsid w:val="00850243"/>
    <w:rsid w:val="008515A9"/>
    <w:rsid w:val="00851BE5"/>
    <w:rsid w:val="008545EB"/>
    <w:rsid w:val="00865011"/>
    <w:rsid w:val="00886790"/>
    <w:rsid w:val="008908DE"/>
    <w:rsid w:val="008A12ED"/>
    <w:rsid w:val="008A39D3"/>
    <w:rsid w:val="008A6E1A"/>
    <w:rsid w:val="008B2C77"/>
    <w:rsid w:val="008B4AD2"/>
    <w:rsid w:val="008B663E"/>
    <w:rsid w:val="008B7138"/>
    <w:rsid w:val="008E260C"/>
    <w:rsid w:val="008E39BE"/>
    <w:rsid w:val="008E62EC"/>
    <w:rsid w:val="008F32F6"/>
    <w:rsid w:val="00907E2B"/>
    <w:rsid w:val="00916CD7"/>
    <w:rsid w:val="00920927"/>
    <w:rsid w:val="00921B38"/>
    <w:rsid w:val="00923720"/>
    <w:rsid w:val="009278C9"/>
    <w:rsid w:val="00932CD7"/>
    <w:rsid w:val="00944C09"/>
    <w:rsid w:val="009527CB"/>
    <w:rsid w:val="00953835"/>
    <w:rsid w:val="00960F6C"/>
    <w:rsid w:val="00970747"/>
    <w:rsid w:val="009833DC"/>
    <w:rsid w:val="00997BFC"/>
    <w:rsid w:val="009A5900"/>
    <w:rsid w:val="009A6E6C"/>
    <w:rsid w:val="009A6F3F"/>
    <w:rsid w:val="009B331A"/>
    <w:rsid w:val="009B44BC"/>
    <w:rsid w:val="009B4858"/>
    <w:rsid w:val="009C2650"/>
    <w:rsid w:val="009D15E2"/>
    <w:rsid w:val="009D15FE"/>
    <w:rsid w:val="009D5D2C"/>
    <w:rsid w:val="009F0DCC"/>
    <w:rsid w:val="009F11CA"/>
    <w:rsid w:val="009F3E52"/>
    <w:rsid w:val="009F657F"/>
    <w:rsid w:val="00A0695B"/>
    <w:rsid w:val="00A13052"/>
    <w:rsid w:val="00A216A8"/>
    <w:rsid w:val="00A223A6"/>
    <w:rsid w:val="00A3639E"/>
    <w:rsid w:val="00A5092E"/>
    <w:rsid w:val="00A554D6"/>
    <w:rsid w:val="00A56E14"/>
    <w:rsid w:val="00A6476B"/>
    <w:rsid w:val="00A667F7"/>
    <w:rsid w:val="00A76C6C"/>
    <w:rsid w:val="00A87356"/>
    <w:rsid w:val="00A92DD1"/>
    <w:rsid w:val="00AA5338"/>
    <w:rsid w:val="00AA5D02"/>
    <w:rsid w:val="00AB1B8E"/>
    <w:rsid w:val="00AB1F44"/>
    <w:rsid w:val="00AB3EC1"/>
    <w:rsid w:val="00AB46DE"/>
    <w:rsid w:val="00AC0696"/>
    <w:rsid w:val="00AC4C98"/>
    <w:rsid w:val="00AC5F6B"/>
    <w:rsid w:val="00AD3896"/>
    <w:rsid w:val="00AD5B47"/>
    <w:rsid w:val="00AE1ED9"/>
    <w:rsid w:val="00AE32CB"/>
    <w:rsid w:val="00AF3957"/>
    <w:rsid w:val="00B0712C"/>
    <w:rsid w:val="00B12013"/>
    <w:rsid w:val="00B20737"/>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E5889"/>
    <w:rsid w:val="00BF1D4C"/>
    <w:rsid w:val="00BF3F0A"/>
    <w:rsid w:val="00C04238"/>
    <w:rsid w:val="00C143C3"/>
    <w:rsid w:val="00C1739B"/>
    <w:rsid w:val="00C21ADE"/>
    <w:rsid w:val="00C23D97"/>
    <w:rsid w:val="00C26067"/>
    <w:rsid w:val="00C30A29"/>
    <w:rsid w:val="00C317DC"/>
    <w:rsid w:val="00C578E9"/>
    <w:rsid w:val="00C70626"/>
    <w:rsid w:val="00C72860"/>
    <w:rsid w:val="00C72A48"/>
    <w:rsid w:val="00C73582"/>
    <w:rsid w:val="00C73B90"/>
    <w:rsid w:val="00C742EC"/>
    <w:rsid w:val="00C96AF3"/>
    <w:rsid w:val="00C97CCC"/>
    <w:rsid w:val="00CA0274"/>
    <w:rsid w:val="00CA139A"/>
    <w:rsid w:val="00CA4847"/>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1A2A"/>
    <w:rsid w:val="00D32124"/>
    <w:rsid w:val="00D54C76"/>
    <w:rsid w:val="00D632BB"/>
    <w:rsid w:val="00D71E43"/>
    <w:rsid w:val="00D727F3"/>
    <w:rsid w:val="00D73695"/>
    <w:rsid w:val="00D810DE"/>
    <w:rsid w:val="00D87D32"/>
    <w:rsid w:val="00D91188"/>
    <w:rsid w:val="00D92C83"/>
    <w:rsid w:val="00DA0A81"/>
    <w:rsid w:val="00DA3C10"/>
    <w:rsid w:val="00DA53B5"/>
    <w:rsid w:val="00DC1D69"/>
    <w:rsid w:val="00DC5A3A"/>
    <w:rsid w:val="00DD0726"/>
    <w:rsid w:val="00DF708F"/>
    <w:rsid w:val="00E238E6"/>
    <w:rsid w:val="00E34CD8"/>
    <w:rsid w:val="00E35064"/>
    <w:rsid w:val="00E3681D"/>
    <w:rsid w:val="00E40225"/>
    <w:rsid w:val="00E501F0"/>
    <w:rsid w:val="00E6166D"/>
    <w:rsid w:val="00E91BFF"/>
    <w:rsid w:val="00E92933"/>
    <w:rsid w:val="00E94FAD"/>
    <w:rsid w:val="00EB0AA4"/>
    <w:rsid w:val="00EB5C88"/>
    <w:rsid w:val="00EC0469"/>
    <w:rsid w:val="00EC0C3E"/>
    <w:rsid w:val="00EF01F8"/>
    <w:rsid w:val="00EF3268"/>
    <w:rsid w:val="00EF40EF"/>
    <w:rsid w:val="00EF47FE"/>
    <w:rsid w:val="00F05C21"/>
    <w:rsid w:val="00F069BD"/>
    <w:rsid w:val="00F1480E"/>
    <w:rsid w:val="00F1497D"/>
    <w:rsid w:val="00F16AAC"/>
    <w:rsid w:val="00F30C7D"/>
    <w:rsid w:val="00F33FF2"/>
    <w:rsid w:val="00F438FC"/>
    <w:rsid w:val="00F5616F"/>
    <w:rsid w:val="00F56451"/>
    <w:rsid w:val="00F56827"/>
    <w:rsid w:val="00F62866"/>
    <w:rsid w:val="00F65EF0"/>
    <w:rsid w:val="00F71651"/>
    <w:rsid w:val="00F76191"/>
    <w:rsid w:val="00F76CC6"/>
    <w:rsid w:val="00F83D7C"/>
    <w:rsid w:val="00F90D5D"/>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7E1087"/>
  <w15:docId w15:val="{076B9109-911F-43C4-B8C2-F002262C3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locked/>
    <w:rsid w:val="00F90D5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284847">
      <w:bodyDiv w:val="1"/>
      <w:marLeft w:val="0"/>
      <w:marRight w:val="0"/>
      <w:marTop w:val="0"/>
      <w:marBottom w:val="0"/>
      <w:divBdr>
        <w:top w:val="none" w:sz="0" w:space="0" w:color="auto"/>
        <w:left w:val="none" w:sz="0" w:space="0" w:color="auto"/>
        <w:bottom w:val="none" w:sz="0" w:space="0" w:color="auto"/>
        <w:right w:val="none" w:sz="0" w:space="0" w:color="auto"/>
      </w:divBdr>
    </w:div>
    <w:div w:id="273555993">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697631968">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742604937">
      <w:bodyDiv w:val="1"/>
      <w:marLeft w:val="0"/>
      <w:marRight w:val="0"/>
      <w:marTop w:val="0"/>
      <w:marBottom w:val="0"/>
      <w:divBdr>
        <w:top w:val="none" w:sz="0" w:space="0" w:color="auto"/>
        <w:left w:val="none" w:sz="0" w:space="0" w:color="auto"/>
        <w:bottom w:val="none" w:sz="0" w:space="0" w:color="auto"/>
        <w:right w:val="none" w:sz="0" w:space="0" w:color="auto"/>
      </w:divBdr>
    </w:div>
    <w:div w:id="1930458833">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7438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5e2e56b7-698f-4822-84bb-25adbb8443a7"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5e2e56b7-698f-4822-84bb-25adbb8443a7"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roo\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EDB1063153584D43A697D5466DD95D4C" ma:contentTypeVersion="" ma:contentTypeDescription="Create a new document." ma:contentTypeScope="" ma:versionID="b2ff7f7eb979dd2260bbe5fc54a7092c">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Validation</Project_x0020_phase>
    <Assigned_x0020_to0 xmlns="4d074fc5-4881-4904-900d-cdf408c29254">
      <UserInfo>
        <DisplayName/>
        <AccountId xsi:nil="true"/>
        <AccountType/>
      </UserInfo>
    </Assigned_x0020_to0>
  </documentManagement>
</p:properties>
</file>

<file path=customXml/itemProps1.xml><?xml version="1.0" encoding="utf-8"?>
<ds:datastoreItem xmlns:ds="http://schemas.openxmlformats.org/officeDocument/2006/customXml" ds:itemID="{0C41144D-5A32-4955-B1C8-E11F64C86E56}">
  <ds:schemaRefs>
    <ds:schemaRef ds:uri="http://schemas.openxmlformats.org/officeDocument/2006/bibliography"/>
  </ds:schemaRefs>
</ds:datastoreItem>
</file>

<file path=customXml/itemProps2.xml><?xml version="1.0" encoding="utf-8"?>
<ds:datastoreItem xmlns:ds="http://schemas.openxmlformats.org/officeDocument/2006/customXml" ds:itemID="{14A86EC3-F069-4240-A09E-2B1E455805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21B1A418-7300-48D4-9067-F3084374D9B5}">
  <ds:schemaRefs>
    <ds:schemaRef ds:uri="http://schemas.microsoft.com/office/2006/documentManagement/types"/>
    <ds:schemaRef ds:uri="http://schemas.microsoft.com/office/infopath/2007/PartnerControls"/>
    <ds:schemaRef ds:uri="4d074fc5-4881-4904-900d-cdf408c29254"/>
    <ds:schemaRef ds:uri="http://www.w3.org/XML/1998/namespace"/>
    <ds:schemaRef ds:uri="http://purl.org/dc/elements/1.1/"/>
    <ds:schemaRef ds:uri="http://purl.org/dc/dcmitype/"/>
    <ds:schemaRef ds:uri="http://schemas.openxmlformats.org/package/2006/metadata/core-properties"/>
    <ds:schemaRef ds:uri="http://schemas.microsoft.com/office/2006/metadata/properties"/>
    <ds:schemaRef ds:uri="http://purl.org/dc/terms/"/>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49</TotalTime>
  <Pages>4</Pages>
  <Words>957</Words>
  <Characters>5461</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Mark Lancaster</dc:creator>
  <cp:lastModifiedBy>Lucinda O'Brien</cp:lastModifiedBy>
  <cp:revision>44</cp:revision>
  <cp:lastPrinted>2016-05-27T05:21:00Z</cp:lastPrinted>
  <dcterms:created xsi:type="dcterms:W3CDTF">2021-08-09T02:15:00Z</dcterms:created>
  <dcterms:modified xsi:type="dcterms:W3CDTF">2022-04-27T06:28:00Z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0x010100EDB1063153584D43A697D5466DD95D4C</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y fmtid="{D5CDD505-2E9C-101B-9397-08002B2CF9AE}" pid="26" name="AssignedTo">
    <vt:lpwstr/>
  </property>
  <property fmtid="{D5CDD505-2E9C-101B-9397-08002B2CF9AE}" pid="27" name="Project Phase">
    <vt:lpwstr>Development</vt:lpwstr>
  </property>
  <property fmtid="{D5CDD505-2E9C-101B-9397-08002B2CF9AE}" pid="28" name="Meat Group">
    <vt:lpwstr>4 Leadership/Management</vt:lpwstr>
  </property>
</Properties>
</file>